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92" w:rsidRPr="001C2910" w:rsidRDefault="00F95C92" w:rsidP="001C2910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1C2910">
        <w:rPr>
          <w:sz w:val="28"/>
          <w:szCs w:val="28"/>
        </w:rPr>
        <w:t>Приложение</w:t>
      </w:r>
    </w:p>
    <w:p w:rsidR="00F95C92" w:rsidRPr="00290F95" w:rsidRDefault="00F95C92" w:rsidP="00DE35AF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Закону Новосибирской области о</w:t>
      </w:r>
      <w:r w:rsidRPr="001C2910">
        <w:rPr>
          <w:sz w:val="28"/>
          <w:szCs w:val="28"/>
        </w:rPr>
        <w:t xml:space="preserve"> внесении изменений</w:t>
      </w:r>
      <w:r>
        <w:rPr>
          <w:sz w:val="28"/>
          <w:szCs w:val="28"/>
        </w:rPr>
        <w:t xml:space="preserve"> в з</w:t>
      </w:r>
      <w:r w:rsidRPr="001C2910">
        <w:rPr>
          <w:sz w:val="28"/>
          <w:szCs w:val="28"/>
        </w:rPr>
        <w:t>акон</w:t>
      </w:r>
      <w:r>
        <w:rPr>
          <w:sz w:val="28"/>
          <w:szCs w:val="28"/>
        </w:rPr>
        <w:t>ы Новосибирской области «</w:t>
      </w:r>
      <w:r w:rsidRPr="001C2910">
        <w:rPr>
          <w:sz w:val="28"/>
          <w:szCs w:val="28"/>
        </w:rPr>
        <w:t>О статусе и границах</w:t>
      </w:r>
      <w:r>
        <w:rPr>
          <w:sz w:val="28"/>
          <w:szCs w:val="28"/>
        </w:rPr>
        <w:t xml:space="preserve"> </w:t>
      </w:r>
      <w:r w:rsidRPr="001C2910">
        <w:rPr>
          <w:sz w:val="28"/>
          <w:szCs w:val="28"/>
        </w:rPr>
        <w:t>муниципальных об</w:t>
      </w:r>
      <w:r>
        <w:rPr>
          <w:sz w:val="28"/>
          <w:szCs w:val="28"/>
        </w:rPr>
        <w:t>разований Новосибирской области» и « Об утверждении границ муниципальных образований Новосибирской области»</w:t>
      </w:r>
    </w:p>
    <w:p w:rsidR="00F95C92" w:rsidRPr="00290F95" w:rsidRDefault="00F95C92" w:rsidP="001C2910">
      <w:pPr>
        <w:jc w:val="right"/>
        <w:rPr>
          <w:rFonts w:ascii="Calibri" w:hAnsi="Calibri" w:cs="TimesNewRomanCyr"/>
          <w:sz w:val="28"/>
          <w:szCs w:val="28"/>
        </w:rPr>
      </w:pPr>
    </w:p>
    <w:p w:rsidR="00F95C92" w:rsidRDefault="00F95C92" w:rsidP="001C291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290F95">
        <w:rPr>
          <w:b/>
          <w:sz w:val="28"/>
          <w:szCs w:val="28"/>
        </w:rPr>
        <w:t>Описание границ муниципального образования</w:t>
      </w:r>
      <w:r w:rsidRPr="00290F95">
        <w:rPr>
          <w:b/>
          <w:bCs/>
          <w:sz w:val="28"/>
          <w:szCs w:val="28"/>
        </w:rPr>
        <w:t xml:space="preserve"> Кайгородский сельсовет Краснозерского района Новосибирской области</w:t>
      </w:r>
    </w:p>
    <w:p w:rsidR="00F95C92" w:rsidRPr="00290F95" w:rsidRDefault="00F95C92" w:rsidP="001C291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W w:w="832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864"/>
        <w:gridCol w:w="1559"/>
        <w:gridCol w:w="1276"/>
        <w:gridCol w:w="2126"/>
        <w:gridCol w:w="2495"/>
      </w:tblGrid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b/>
                <w:color w:val="000000"/>
                <w:sz w:val="22"/>
                <w:lang w:eastAsia="ru-RU"/>
              </w:rPr>
              <w:t>N_тчк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b/>
                <w:color w:val="000000"/>
                <w:sz w:val="22"/>
                <w:lang w:eastAsia="ru-RU"/>
              </w:rPr>
              <w:t>Дир_уг_гмс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b/>
                <w:color w:val="000000"/>
                <w:sz w:val="22"/>
                <w:lang w:eastAsia="ru-RU"/>
              </w:rPr>
              <w:t>Длина_м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b/>
                <w:color w:val="000000"/>
                <w:sz w:val="22"/>
                <w:lang w:eastAsia="ru-RU"/>
              </w:rPr>
              <w:t>X_м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jc w:val="center"/>
              <w:rPr>
                <w:rFonts w:ascii="Calibri" w:hAnsi="Calibri"/>
                <w:b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b/>
                <w:color w:val="000000"/>
                <w:sz w:val="22"/>
                <w:lang w:eastAsia="ru-RU"/>
              </w:rPr>
              <w:t>Y_м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88 15 43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732.90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382195.327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2350105.931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88 39 29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559.31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382217.631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2350841.032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88 32 31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114.40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382230.774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2351402.132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89 01 57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271.60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382233.695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2351516.896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88 01 13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249.87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382238.376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2351789.403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88 32 05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97.46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382247.038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2352039.991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88 15 37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800.77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382249.538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2352137.753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125 48 31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39.13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382273.933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2352940.936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125 48 30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111.58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382250.978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2352972.754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125 48 11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610.86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382185.524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2353063.480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129 23 00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204.92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381827.228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2353560.210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126 37 48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639.78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381696.880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2353718.992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126 54 45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591.77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381314.168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2354233.747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127 33 16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92.76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380957.832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2354708.122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127 06 29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316.79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380901.150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2354781.846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128 11 43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117.70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380709.529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2355035.140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127 08 35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380636.563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2355127.879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126 37 06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214.55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380598.165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2355178.571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137 45 13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128.17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380469.858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2355351.220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138 05 31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270.48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380374.777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2355437.573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139 05 29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318.43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380173.054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2355618.620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138 37 59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999.95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379931.893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2355827.583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56 20 53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2186.36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379180.042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2356490.041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156 50 47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830.65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380395.012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2358315.137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138 21 36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971.26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379630.138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2358642.229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137 56 19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537.73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378902.733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2359288.957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141 48 57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624.31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378502.647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2359649.970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141 46 54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896.87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378011.052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2360036.828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139 06 43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1049.26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377305.011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2360592.789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139 13 53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376510.112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2361281.059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146 43 20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406.36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376226.941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2361525.213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146 27 38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564.27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375886.598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2361748.587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144 39 25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25.85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375415.418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2362060.921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146 22 06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51.38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375394.293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2362075.902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146 15 50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779.57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375351.434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2362104.412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134 22 56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390.56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374701.955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2362538.151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134 59 56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538.30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374428.157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2362817.917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135 50 02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1188.00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374046.665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2363199.421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134 14 50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164.66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373192.573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2364029.002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133 54 30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77.27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373077.418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2364147.222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149 41 10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710.35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373023.707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2364203.021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149 34 08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44.47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372409.435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2364562.170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149 42 28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236.59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372371.027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2364584.731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148 56 21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502.56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372166.393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2364704.272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149 43 53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591.55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371735.141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2364964.017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149 18 04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1076.72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371223.362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2365262.699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149 51 17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1715.89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370295.934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2365813.338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149 21 52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716.68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368809.576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2366676.510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148 50 41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542.27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368191.864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2367042.341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238 41 23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208.87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367726.995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2367323.377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249 36 31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367618.131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2367144.401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238 33 45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88.99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367613.470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2367131.862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241 02 54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302.11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367566.920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2367055.713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239 00 44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16.39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367420.239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2366790.565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240 22 52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195.18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367411.777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2366776.475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240 13 49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207.86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367315.027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2366606.292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239 20 53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308.93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367211.514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2366425.328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239 05 44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72.89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367053.551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2366158.777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245 12 28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367016.003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2366096.049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239 59 57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411.79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367010.882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2366084.962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241 32 23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26.24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366804.267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2365727.348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238 27 53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82.99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366791.725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2365704.208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239 27 37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481.96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366748.195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2365633.273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240 31 17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421.68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366502.573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2365216.948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240 52 20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366294.448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2364848.766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171 13 54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76.59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366286.717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2364834.891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173 39 13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73.87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366210.931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2364846.580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174 19 31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366137.425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2364854.755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173 49 08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1658.91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366134.934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2364855.003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244 00 34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220.99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364483.732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2365033.822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243 59 56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24.91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364386.591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2364834.569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244 00 56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195.11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364375.638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2364812.115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244 07 00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152.33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364289.890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2364636.182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244 01 53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414.70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364223.186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2364498.708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241 22 02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364041.037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2364124.727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243 31 36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490.93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364033.745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2364111.371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244 21 14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1148.90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363814.228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2363670.571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243 20 38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833.10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363315.432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2362631.648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243 26 07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402.18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362940.532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2361884.816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243 28 46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13.98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362760.123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2361523.992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243 14 14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291.74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362753.862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2361511.445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306 05 21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362622.094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2361250.166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306 06 52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783.17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362634.306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2361233.411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325 08 26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413.83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363097.115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2360599.083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325 21 34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1753.20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363437.318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2360362.114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324 59 57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903.23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364882.397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2359363.720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324 38 24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174.49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365623.495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2358844.461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256 49 33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147.93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365766.066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2358743.291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256 56 40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647.85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365732.238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2358598.772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256 35 05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45.76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365585.397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2357965.533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257 49 07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65.71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365574.745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2357920.871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251 13 33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365560.832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2357856.419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257 29 02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537.40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365545.518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2357811.370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256 12 27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478.69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365428.663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2357284.967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256 09 26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586.48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365314.159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2356818.520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164 37 18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306.57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365173.369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2356247.158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229 40 08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405.23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364877.396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2356328.562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229 44 03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816.79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364614.459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2356018.859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229 42 46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561.18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364085.196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2355394.017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229 15 38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363721.409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2354964.856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229 53 45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405.51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363478.597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2354682.954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229 12 47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577.98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363216.711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2354371.997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231 10 14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363.90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362838.200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2353933.284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229 42 28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2083.28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362609.441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2353649.063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266 46 20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0.35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361258.802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2352056.003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176 37 42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0.28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361258.782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2352055.648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228 08 39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23.06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361258.502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2352055.665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229 21 05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283.57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361243.079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2352038.449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233 41 30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16.95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361057.889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2351822.755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233 06 30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361047.827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2351809.061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234 43 28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361031.964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2351787.926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227 00 07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361011.049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2351758.361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246 01 45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45.94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361004.988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2351751.860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224 07 02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289.49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360986.264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2351709.748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210 14 27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74.59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360777.960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2351507.764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227 19 51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69.74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360713.406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2351470.131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226 33 09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329.11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360666.026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2351418.730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224 06 43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264.55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360439.157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2351179.220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224 07 27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172.13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360248.776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2350994.650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132 31 48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23.03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360124.930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2350874.533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216 06 11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89.67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360109.327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2350891.543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221 60 59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206.44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360036.731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2350838.599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233 22 00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170.78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359882.978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2350700.159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224 03 32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156.17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359780.806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2350562.751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226 11 11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211.63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359668.322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2350453.902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225 32 01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2.91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359521.461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2350300.828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225 09 08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442.55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359519.421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2350298.749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309 18 49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173.29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359206.594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2349984.254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307 46 24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359316.657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2349849.848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309 40 12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412.92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359337.862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2349822.485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310 15 28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95.50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359602.098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2349503.873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309 49 00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278.20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359663.962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2349430.818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309 05 32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180.29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359842.540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2349216.609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308 43 38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170.77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359956.504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2349076.338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309 53 31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444.26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360063.607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2348942.782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306 08 04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30.81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360349.228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2348601.088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308 16 34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360367.442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2348576.143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310 28 05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360371.953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2348570.426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272 25 35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626.24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360614.675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2348285.916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273 07 24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402.46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360641.280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2347658.088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263 50 04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5.38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360663.285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2347254.847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272 27 56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11.82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360662.705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2347249.477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273 00 20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66.91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360663.215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2347237.631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283 37 51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0.63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360666.736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2347170.581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272 48 38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168.73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360666.886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2347169.962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272 51 26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98.18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360675.188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2347000.860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274 48 03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58.12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360680.099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2346902.462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360684.980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2346844.346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273 00 32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48.99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360684.980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2346804.288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272 50 56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22.06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360687.560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2346755.196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271 44 08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25.34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360688.660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2346733.088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272 37 30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156.26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360689.431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2346707.672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274 46 05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360696.612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2346551.043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274 00 55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42.85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360700.493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2346504.517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272 33 43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262.00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360703.504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2346461.629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272 45 33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2706.37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360715.256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2346198.997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272 44 52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516.69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360845.994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2343486.493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326 14 40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3379.92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360870.849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2342968.628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11 47 48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676.02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363685.951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2341087.247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11 58 29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1470.13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364348.493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2341225.620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359 23 03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365788.380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2341531.017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358 28 57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161.61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365845.943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2341530.398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358 04 26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814.52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366007.667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2341526.067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357 55 44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597.87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366822.621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2341498.663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357 58 11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53.04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367420.759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2341477.034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357 55 24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92.33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367473.821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2341475.153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357 54 38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423.14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367566.190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2341471.804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357 54 15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630.24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367989.511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2341456.361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332 58 20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108.92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368620.025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2341433.288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332 53 17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283.84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368717.196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2341383.718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332 54 32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769.89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368970.240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2341254.163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332 40 10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369656.727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2340903.007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327 51 38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25.34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369977.866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2340737.040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246 49 59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369999.360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2340723.536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212 19 11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21.25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369992.369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2340707.211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200 58 54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31.47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369974.375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2340695.827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208 21 01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369944.949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2340684.542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231 13 41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369918.943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2340670.510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250 23 06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369902.179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2340649.639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279 43 54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72.66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369893.278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2340624.660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273 27 47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42.41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369905.600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2340552.809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233 21 02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62.05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369908.171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2340510.333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233 28 35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67.08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369871.033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2340460.417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268 22 22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24.22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369831.004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2340406.368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309 20 11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31.78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369830.314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2340382.074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333 08 21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58.97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369850.508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2340357.433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307 27 46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369903.200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2340330.747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294 35 02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369923.384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2340304.407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268 00 49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369941.858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2340264.026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260 08 57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55.73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369940.838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2340234.609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278 42 38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369931.256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2340179.521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301 46 02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369937.757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2340137.086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323 59 09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137.66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369951.100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2340115.539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321 37 29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370062.654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2340034.449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285 58 18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96.60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370089.009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2340013.578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344 04 45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21.57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370115.675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2339920.411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50 40 12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370136.440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2339914.488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59 15 47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73.43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370158.474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2339941.380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46 48 21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46.97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370196.112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2340004.677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3 02 55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30.06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370228.339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2340039.002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338 13 22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370258.386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2340040.603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311 23 48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96.14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370284.671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2340030.101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336 37 26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370348.395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2339957.813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33 27 45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24.16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370391.164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2339939.326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342 12 34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16.69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370411.358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2339952.674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310 30 32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23.38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370427.272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2339947.567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285 40 21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370442.495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2339929.749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276 09 55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123.81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370450.367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2339901.693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286 43 40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68.72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370463.709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2339778.177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322 33 54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370483.554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2339712.149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316 56 47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370511.270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2339690.932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282 31 56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28.30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370527.013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2339676.224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264 05 15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370533.174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2339648.506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249 14 13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21.15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370529.063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2339608.811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227 18 22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370521.542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2339588.971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222 21 50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15.71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370513.330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2339580.070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216 47 46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13.66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370501.698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2339569.462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235 54 36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370490.735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2339561.262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255 24 22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370477.062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2339541.059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253 41 48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60.76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370470.561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2339516.089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259 38 40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370453.447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2339457.577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263 14 13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72.46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370446.946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2339421.997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277 32 49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44.02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370438.384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2339349.800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295 35 11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34.80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370444.185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2339306.013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321 28 53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370459.259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2339274.533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348 20 33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33.85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370492.786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2339247.847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344 55 38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22.31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370525.973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2339241.000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318 15 10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59.49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370547.537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2339235.192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288 36 55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370592.017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2339195.497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268 12 07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32.41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370603.309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2339161.972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267 41 32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370602.289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2339129.470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284 13 28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370600.579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2339087.027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289 06 21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370607.080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2339061.380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272 03 03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133.42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370625.214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2339009.030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257 04 16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370630.005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2338875.243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236 47 47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44.86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370620.423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2338833.502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249 33 46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370595.788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2338795.860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272 55 26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127.01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370582.785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2338760.966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300 29 56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28.91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370589.286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2338633.688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331 56 52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370603.999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2338608.709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356 51 39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31.15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370619.403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2338600.501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12 36 01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86.15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370650.539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2338598.793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10 57 27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64.07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370734.717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2338617.610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347 38 36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370797.691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2338629.802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329 55 29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370837.719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2338621.033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317 14 10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24.65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370870.226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2338602.209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309 01 25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370888.360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2338585.438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293 35 46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64.77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370916.086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2338551.228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281 43 26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106.90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370942.092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2338491.693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342 10 02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172.98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370963.886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2338386.671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343 11 12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312.58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371128.772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2338333.628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13 37 55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73.10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371428.366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2338243.101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1 49 34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202.47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371499.491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2338260.350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0 41 02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180.86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371702.084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2338266.809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26 33 48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105.86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371883.133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2338268.971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53 56 13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215.43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371977.973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2338316.387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91 40 37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513.63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372105.130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2338491.000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133 11 08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372090.047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2339006.168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93 17 25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362.81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372087.236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2339009.162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23 46 04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315.10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372066.342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2339372.609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2 49 42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372355.154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2339499.796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1 58 50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116.82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372404.244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2339502.222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22 08 36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198.12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372521.119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2339506.264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1 31 22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38.76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372704.898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2339581.052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310 06 57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292.84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372743.687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2339582.083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331 15 22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76.09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372932.767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2339357.538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4 31 15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82.06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372999.591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2339320.886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352 17 36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80.37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373081.489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2339327.362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22 07 21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74.35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373161.226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2339316.572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50 49 51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74.89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373230.201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2339344.611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108 10 42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151.52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373277.621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2339402.818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45 27 07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389.29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373230.201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2339547.230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84 20 22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860.26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373503.929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2339825.313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96 40 01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1714.08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373589.067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2340684.311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93 03 30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322.27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373389.385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2342392.588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88 16 46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818.45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373372.131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2342715.498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98 10 28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915.86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373396.786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2343536.393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36 14 19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1793.72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373266.118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2344446.016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36 35 59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1486.05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374715.718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2345508.474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36 08 02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620.91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375911.384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2346395.907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36 12 22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375.58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376413.851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2346762.769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37 09 51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663.78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376717.506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2346985.062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36 57 21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323.28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377247.549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2347386.868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35 57 56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498.52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377506.405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2347581.617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36 21 46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184.17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377910.691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2347874.978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36 24 05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164.23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378059.293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2347984.389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89 19 28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208.83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378191.741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2348082.044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88 40 06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902.05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378194.211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2348291.584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14 43 20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633.51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378215.246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2349196.513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16 07 07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99.52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378828.757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2349357.721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14 46 06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129.02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378924.498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2349385.389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14 27 30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197.49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379049.414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2349418.320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15 54 34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226.60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379240.895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2349467.692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13 45 59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105.72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379459.112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2349529.892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14 42 56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75.60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379561.934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2349555.052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9 49 28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95.22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379635.149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2349574.281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6 55 10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511.02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379729.090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2349590.549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6 27 55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508.11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380236.988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2349652.187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12 13 51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121.06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380742.466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2349709.470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14 53 23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161.20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380860.931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2349735.150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15 03 29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846.85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381016.925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2349776.628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16 51 53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375.19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381835.780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2349996.933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39 33 21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372538.713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2347036.678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28 05 05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9.97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372545.434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2347042.230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8 07 06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8.29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372554.246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2347046.932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7.04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372562.458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2347048.103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15 55 24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372569.509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2347048.103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30 58 00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372577.721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2347050.446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32 00 42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11.04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372586.533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2347055.734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30 55 38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10.25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372595.915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2347061.599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24 00 53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11.56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372604.727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2347066.879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10 37 15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19.09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372615.299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2347071.589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9 55 46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372634.083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2347075.112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13 07 11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25.88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372667.540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2347080.969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13 60 57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19.34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372692.776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2347086.850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15 44 43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19.49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372711.570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2347091.536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20 09 35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13.58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372730.354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2347096.832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6.45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372743.117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2347101.518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339 55 18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372749.578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2347101.518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317 43 43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13.07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372758.380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2347098.300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307 59 00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23.78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372768.072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2347089.490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309 49 37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25.16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372782.745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2347070.698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314 19 31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34.38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372798.898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2347051.329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323 56 04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15.94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372822.974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2347026.680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344 12 17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18.28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372835.886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2347017.276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357 28 47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15.74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372853.500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2347012.293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44 15 23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372869.244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2347011.600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76 32 21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27.41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372901.550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2347043.080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0.26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372907.952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2347069.824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1.07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372908.212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2347069.824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76 31 04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5.22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372908.212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2347070.896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31 16 07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372909.432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2347075.986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1 49 33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137.57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372920.014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2347082.412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93 23 30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397.79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373057.674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2347086.801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103 28 11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373034.059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2347485.258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94 18 21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3.85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373025.357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2347521.587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336 12 03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116.09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373025.067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2347525.440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84 26 38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7.31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373131.440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2347478.526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349 04 29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7.65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373132.150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2347485.827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78 28 08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19.30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373139.671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2347484.375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335 45 06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7.24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373143.542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2347503.348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66 08 22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3.52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373150.154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2347500.370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336 08 46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51.09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373151.584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2347503.604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246 59 54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3.90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373198.374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2347482.915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335 38 14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373196.844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2347479.310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245 45 47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373212.747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2347472.108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336 08 41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121.84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373201.595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2347447.336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92 46 42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84.31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373313.188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2347397.988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339 28 56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11.07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373309.088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2347482.486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92 20 55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119.90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373319.470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2347478.600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161 14 48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11.94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373314.539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2347598.817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92 45 40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175.46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373303.216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2347602.661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159 06 11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71.09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373294.734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2347778.520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83 33 18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200.07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373228.230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2347803.911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72 20 27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91.00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373250.765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2348003.403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72 44 37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88.69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373278.461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2348090.400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150 13 48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373304.857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2348175.376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74 56 39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117.05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373268.399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2348196.230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75 00 39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127.55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373298.905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2348309.641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77 11 43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92.97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373332.002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2348433.257</w:t>
            </w:r>
          </w:p>
        </w:tc>
      </w:tr>
      <w:tr w:rsidR="00F95C92" w:rsidRPr="00290F95" w:rsidTr="00290F95">
        <w:trPr>
          <w:trHeight w:val="300"/>
        </w:trPr>
        <w:tc>
          <w:tcPr>
            <w:tcW w:w="864" w:type="dxa"/>
            <w:gridSpan w:val="2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351 53 13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99.66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373352.677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2348524.222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76 39 03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16.15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373451.458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2348510.140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345 32 07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373455.199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2348525.905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72 53 17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63.73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373466.711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2348522.935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167 51 23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15.94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373485.525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2348584.045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76 42 53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373469.922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2348587.403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348 29 56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457.37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373486.645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2348658.231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74 22 43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20.14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373935.371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2348566.928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369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74 32 25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90.17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373940.813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2348586.388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73 37 50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248.22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373964.928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2348673.583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61 30 38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21.07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374035.113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2348912.524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51 28 23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3.16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374045.195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2348931.101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74 05 27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60.45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374047.165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2348933.576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74 41 51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96.59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374063.789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2348991.898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74 41 37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88.48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374089.364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2349085.371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74 30 36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75.44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374112.799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2349170.998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75 09 05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104.88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374133.014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2349243.938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75 19 08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110.37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374159.979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2349345.652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74 09 10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140.30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374188.045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2349452.777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75 28 08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188.61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374226.484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2349588.189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72 04 56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194.95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374273.964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2349771.373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74 47 16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119.03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374334.137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2349957.477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75 23 54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253.83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374365.473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2350072.719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74 58 42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107.16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374429.677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2350319.175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75 33 27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110.68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374457.543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2350423.017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74 28 52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109.58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374485.239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2350530.554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63 24 13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33.28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374514.655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2350636.491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154 25 45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9.60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374529.598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2350666.337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155 14 03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113.75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374520.927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2350670.487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154 31 13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103.03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374417.484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2350718.209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154 33 05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213.98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374324.334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2350762.598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154 34 04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107.10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374130.823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2350854.685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155 43 25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107.45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374033.952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2350900.749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144 52 25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373935.861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2350944.990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193 40 56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30.89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373910.826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2350962.602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157 28 45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25.66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373880.770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2350955.285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157 28 45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0.00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373857.035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2350965.126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95 11 45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0.66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373857.035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2350965.126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153 39 32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129.23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373856.975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2350965.786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153 16 05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119.33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373740.980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2351023.218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153 23 25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373634.237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2351076.978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152 29 09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293.53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373599.460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2351094.401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149 55 06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295.44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373338.714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2351230.217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255 15 41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91.73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373082.639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2351378.547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234 24 04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373059.224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2351289.538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194 26 20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373045.021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2351269.698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240 53 21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373042.971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2351269.170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235 03 11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96.61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373035.079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2351254.998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227 05 07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121.23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372979.587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2351175.590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200 45 23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124.03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372896.839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2351086.589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200 25 43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110.35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372780.695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2351042.571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183 49 04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189.58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372677.132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2351003.997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173 49 49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174.12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372487.752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2350991.359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163 17 55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179.09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372314.445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2351010.093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158 36 55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69.79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372142.688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2351061.626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227 42 10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42.97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372077.614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2351087.108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180 27 45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372048.628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2351055.250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217 06 08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372030.234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2351055.101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305 59 39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204.02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372009.970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2351039.774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304 21 24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113.16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372130.186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2350874.277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298 12 14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121.89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372194.219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2350780.606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293 53 20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119.15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372251.992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2350672.879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199 18 57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372300.392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2350563.601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200 46 19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372269.155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2350552.662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220 58 00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372223.876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2350535.487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220 55 03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32.41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372047.008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2350381.919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157 28 12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69.20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372022.463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2350360.644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149 45 57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194.89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371958.449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2350387.198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168 29 26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85.93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371789.813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2350485.546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429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181 23 58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112.34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371705.505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2350502.713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182 58 26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163.11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371593.071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2350499.999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176 33 56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108.67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371429.996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2350491.527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174 41 36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67.36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371321.403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2350498.044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156 48 20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261.23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371254.258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2350504.280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152 27 07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121.33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371013.797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2350607.314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159 46 38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102.76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370906.054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2350663.516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186 12 23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155.55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370809.493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2350699.087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277 42 05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116.19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370654.670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2350682.250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264 11 36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184.54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370670.294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2350566.719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263 55 20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147.05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370651.560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2350382.496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260 14 13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192.64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370635.936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2350235.766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370603.159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2350045.274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278 50 35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70.87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370603.159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2349981.284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284 34 52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80.39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370614.092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2349911.017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288 42 00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106.79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370634.396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2349832.962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268 05 31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370668.743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2349731.488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297 21 11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101.65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370667.183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2349684.648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276 45 44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92.44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370714.023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2349594.104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268 06 15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370724.945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2349501.992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264 16 27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31.27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370723.395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2349455.153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251 33 27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34.45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370720.264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2349423.930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223 21 54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38.57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370709.332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2349391.147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216 28 44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38.39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370681.226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2349364.601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211 11 16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53.65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370650.299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2349341.734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199 19 25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72.99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370604.320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2349313.901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210 08 35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43.31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370535.345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2349289.714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172 18 28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370497.827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2349267.927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178 19 23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370453.057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2349273.974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201 48 53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26.02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370411.918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2349275.179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459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240 55 43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24.83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370387.723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2349265.494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267 08 11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48.28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370375.621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2349243.724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280 10 39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25.67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370373.200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2349195.334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305 03 04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370377.751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2349169.984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297 43 16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39.06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370406.357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2349129.207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284 43 51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50.97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370424.581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2349094.527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282 59 29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57.65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370437.584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2349045.073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294 16 37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48.39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370450.587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2348988.714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329 43 44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24.05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370470.541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2348944.473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5 20 54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27.85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370491.345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2348932.330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41 25 28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19.62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370519.101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2348934.929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50 03 25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370533.844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2348947.938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33 04 55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23.76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370560.730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2348980.044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12 17 22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89.53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370580.674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2348993.037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4 32 13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142.49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370668.263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2349012.117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13 23 15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37.40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370810.474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2349023.402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47 10 47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370846.901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2349032.072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26 03 18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41.44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370879.848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2349067.627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14 01 01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32.14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370917.136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2349085.857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352 42 37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150.20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370948.363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2349093.653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345 35 12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66.17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371097.525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2349074.572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332 40 01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88.68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371161.689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2349058.082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309 24 16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43.63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371240.595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2349017.298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308 47 54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371268.361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2348983.500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324 02 29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97.30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371300.448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2348943.590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310 55 17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34.35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371379.355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2348886.349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267 42 04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65.36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371401.910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2348860.330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247 49 39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35.16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371399.279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2348794.798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216 16 19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22.46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371385.967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2348762.131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194 55 47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56.28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371367.823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2348748.817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197 44 25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31.71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371313.371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2348734.298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264 17 20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24.24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371283.125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2348724.621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234 09 14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26.79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371280.704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2348700.418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237 37 21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58.58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371264.971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2348678.640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233 07 18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371233.514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2348629.029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268 09 05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37.39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371222.622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2348614.510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233 58 32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371221.411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2348577.009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250 20 47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371202.047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2348550.380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18.09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371195.996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2348533.436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237 44 48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27.12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371195.996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2348515.288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499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237 04 22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24.42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371181.483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2348492.289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274 01 05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31.15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371168.170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2348471.731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303 42 26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371170.360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2348440.549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351 32 24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23.64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371185.984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2348417.129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15 58 23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371209.389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2348413.648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61 10 35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19.73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371227.603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2348418.862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90 00 00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15.56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371237.145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2348436.202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40 26 19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30.70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371237.145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2348451.818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27 22 45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28.26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371260.560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2348471.773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0 00 00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371285.695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2348484.790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332 54 35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43.77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371326.464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2348484.790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311 37 21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62.51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371365.492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2348464.827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303 15 22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371407.111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2348417.987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288 59 43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55.78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371441.798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2348365.093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273 52 09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64.11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371460.012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2348312.182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252 13 26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70.83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371464.353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2348248.003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246 48 48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72.43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371442.659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2348180.334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218 23 09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75.81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371414.053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2348113.548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210 15 12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33.56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371354.510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2348066.378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182 33 25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40.63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371325.474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2348049.443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519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153 48 24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54.99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371284.835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2348047.628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156 35 31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56.63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371235.414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2348071.938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173 07 03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50.61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371183.373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2348094.467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197 48 12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25.46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371133.073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2348100.539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231 04 34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28.92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371108.797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2348092.743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241 22 34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371090.583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2348070.189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274 34 26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371074.970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2348041.581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315 43 00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48.35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371078.441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2347998.198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335 33 22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20.92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371113.128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2347964.368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18 26 15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32.87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371132.202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2347955.698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529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337 04 52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24.45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371163.429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2347966.108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315 50 21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371185.984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2347956.572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268 08 46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26.81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371215.460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2347927.947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242 28 03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22.44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371214.590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2347901.063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272 34 48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19.04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371204.188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2347881.108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321 22 20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22.17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371205.048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2347862.019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268 18 34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58.80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371222.402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2347848.152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243 30 54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133.65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371220.661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2347789.178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266 01 20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144.99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371160.878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2347669.192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250 34 43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110.31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371150.786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2347524.054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238 05 16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124.30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371113.988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2347419.684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271 11 59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41.52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371048.094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2347313.871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16 05 26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53.18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371048.955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2347272.220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16 56 58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83.30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371100.115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2347286.978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346 32 50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81.92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371179.913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2347311.272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339 22 44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100.86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371259.680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2347292.191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329 53 57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50.04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371354.210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2347256.621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310 05 14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21.49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371397.569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2347231.468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275 42 44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34.75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371411.442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2347214.986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242 54 28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41.76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371414.913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2347180.290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549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264 51 12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371395.839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2347143.003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265 39 46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80.53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371392.508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2347106.022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267 10 08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83.96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371386.397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2347025.443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296 56 53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64.94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371382.236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2346941.300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316 21 59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63.84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371411.752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2346883.242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333 30 41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67.72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371458.042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2346839.083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354 04 09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68.50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371518.745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2346808.833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2 21 18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108.48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371586.960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2346801.747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4 24 47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59.11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371695.473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2346806.210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12 47 34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72.74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371754.475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2346810.763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28 05 53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53.93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371825.500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2346826.891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45 19 48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68.23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371873.151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2346852.332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39 39 13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65.21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371921.231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2346900.969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30 12 26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55.08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371971.542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2346942.669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13 41 57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48.69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372019.222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2346970.428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21 31 50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23.81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372066.592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2346981.961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19 50 22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21.82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372088.777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2346990.713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566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4 13 40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61.47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372109.331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2346998.129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567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347 31 22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43.21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372170.704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2347002.666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568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357 05 14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47.19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372212.943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2346993.320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569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342 31 28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46.53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372260.123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2346990.919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570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337 15 59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48.10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372304.563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2346976.929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571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6 08 20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21.34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372348.982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2346958.302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572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47 41 17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25.00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372370.227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2346960.587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573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  4 13 40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61.47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372387.100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2346979.123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574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11 22 32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44.15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372448.474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2346983.660</w:t>
            </w:r>
          </w:p>
        </w:tc>
      </w:tr>
      <w:tr w:rsidR="00F95C92" w:rsidRPr="00290F95" w:rsidTr="00290F95">
        <w:trPr>
          <w:gridBefore w:val="1"/>
          <w:trHeight w:val="300"/>
        </w:trPr>
        <w:tc>
          <w:tcPr>
            <w:tcW w:w="864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575</w:t>
            </w:r>
          </w:p>
        </w:tc>
        <w:tc>
          <w:tcPr>
            <w:tcW w:w="1559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 xml:space="preserve">  43 22 58</w:t>
            </w:r>
          </w:p>
        </w:tc>
        <w:tc>
          <w:tcPr>
            <w:tcW w:w="127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64.37</w:t>
            </w:r>
          </w:p>
        </w:tc>
        <w:tc>
          <w:tcPr>
            <w:tcW w:w="2126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372491.813</w:t>
            </w:r>
          </w:p>
        </w:tc>
        <w:tc>
          <w:tcPr>
            <w:tcW w:w="2495" w:type="dxa"/>
            <w:noWrap/>
            <w:vAlign w:val="bottom"/>
          </w:tcPr>
          <w:p w:rsidR="00F95C92" w:rsidRPr="00290F95" w:rsidRDefault="00F95C92" w:rsidP="00290F95">
            <w:pPr>
              <w:spacing w:after="0" w:line="240" w:lineRule="auto"/>
              <w:rPr>
                <w:rFonts w:ascii="Calibri" w:hAnsi="Calibri"/>
                <w:color w:val="000000"/>
                <w:sz w:val="22"/>
                <w:lang w:eastAsia="ru-RU"/>
              </w:rPr>
            </w:pPr>
            <w:r w:rsidRPr="00290F95">
              <w:rPr>
                <w:rFonts w:ascii="Calibri" w:hAnsi="Calibri"/>
                <w:color w:val="000000"/>
                <w:sz w:val="22"/>
                <w:lang w:eastAsia="ru-RU"/>
              </w:rPr>
              <w:t>2346992.380</w:t>
            </w:r>
          </w:p>
        </w:tc>
      </w:tr>
    </w:tbl>
    <w:p w:rsidR="00F95C92" w:rsidRPr="00290F95" w:rsidRDefault="00F95C92" w:rsidP="001C2910">
      <w:pPr>
        <w:autoSpaceDE w:val="0"/>
        <w:autoSpaceDN w:val="0"/>
        <w:adjustRightInd w:val="0"/>
        <w:spacing w:after="0" w:line="240" w:lineRule="auto"/>
        <w:jc w:val="center"/>
      </w:pPr>
    </w:p>
    <w:sectPr w:rsidR="00F95C92" w:rsidRPr="00290F95" w:rsidSect="001C2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910"/>
    <w:rsid w:val="00060F02"/>
    <w:rsid w:val="00126EF3"/>
    <w:rsid w:val="001C2910"/>
    <w:rsid w:val="00290F95"/>
    <w:rsid w:val="002E0AC9"/>
    <w:rsid w:val="00305653"/>
    <w:rsid w:val="00374F07"/>
    <w:rsid w:val="007C0F8F"/>
    <w:rsid w:val="007D253A"/>
    <w:rsid w:val="00816D70"/>
    <w:rsid w:val="00B54182"/>
    <w:rsid w:val="00C12F70"/>
    <w:rsid w:val="00DA137E"/>
    <w:rsid w:val="00DE35AF"/>
    <w:rsid w:val="00F14044"/>
    <w:rsid w:val="00F95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653"/>
    <w:pPr>
      <w:spacing w:after="200" w:line="276" w:lineRule="auto"/>
    </w:pPr>
    <w:rPr>
      <w:rFonts w:ascii="Times New Roman" w:hAnsi="Times New Roman"/>
      <w:sz w:val="26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374F07"/>
    <w:pPr>
      <w:keepNext/>
      <w:keepLines/>
      <w:spacing w:before="480" w:after="0"/>
      <w:outlineLvl w:val="0"/>
    </w:pPr>
    <w:rPr>
      <w:rFonts w:eastAsia="Times New Roman"/>
      <w:b/>
      <w:bCs/>
      <w:caps/>
      <w:color w:val="000000"/>
      <w:sz w:val="24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374F07"/>
    <w:pPr>
      <w:keepNext/>
      <w:keepLines/>
      <w:spacing w:before="200" w:after="0"/>
      <w:outlineLvl w:val="1"/>
    </w:pPr>
    <w:rPr>
      <w:rFonts w:eastAsia="Times New Roman"/>
      <w:b/>
      <w:bCs/>
      <w:color w:val="000000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374F07"/>
    <w:pPr>
      <w:keepNext/>
      <w:keepLines/>
      <w:spacing w:before="200" w:after="0"/>
      <w:outlineLvl w:val="2"/>
    </w:pPr>
    <w:rPr>
      <w:rFonts w:eastAsia="Times New Roman"/>
      <w:b/>
      <w:bCs/>
      <w:color w:val="00000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4F07"/>
    <w:rPr>
      <w:rFonts w:ascii="Times New Roman" w:hAnsi="Times New Roman" w:cs="Times New Roman"/>
      <w:b/>
      <w:bCs/>
      <w:caps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4F0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74F07"/>
    <w:rPr>
      <w:rFonts w:ascii="Times New Roman" w:hAnsi="Times New Roman" w:cs="Times New Roman"/>
      <w:b/>
      <w:bCs/>
      <w:color w:val="000000"/>
      <w:sz w:val="24"/>
    </w:rPr>
  </w:style>
  <w:style w:type="character" w:styleId="Hyperlink">
    <w:name w:val="Hyperlink"/>
    <w:basedOn w:val="DefaultParagraphFont"/>
    <w:uiPriority w:val="99"/>
    <w:semiHidden/>
    <w:rsid w:val="001C291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C291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3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13</Pages>
  <Words>3882</Words>
  <Characters>22132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2014-06-10T07:12:00Z</cp:lastPrinted>
  <dcterms:created xsi:type="dcterms:W3CDTF">2014-06-10T07:11:00Z</dcterms:created>
  <dcterms:modified xsi:type="dcterms:W3CDTF">2014-07-03T07:53:00Z</dcterms:modified>
</cp:coreProperties>
</file>