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77" w:rsidRPr="00646CF4" w:rsidRDefault="00966B77" w:rsidP="007E31DF">
      <w:pPr>
        <w:spacing w:line="216" w:lineRule="auto"/>
        <w:jc w:val="center"/>
        <w:rPr>
          <w:b/>
          <w:bCs/>
          <w:sz w:val="28"/>
          <w:szCs w:val="28"/>
        </w:rPr>
      </w:pPr>
      <w:r w:rsidRPr="00646CF4">
        <w:rPr>
          <w:b/>
          <w:bCs/>
          <w:sz w:val="28"/>
          <w:szCs w:val="28"/>
        </w:rPr>
        <w:t>ПОЯСНИТЕЛЬНАЯ ЗАПИСКА</w:t>
      </w:r>
    </w:p>
    <w:p w:rsidR="00966B77" w:rsidRPr="00646CF4" w:rsidRDefault="00966B77" w:rsidP="007E31DF">
      <w:pPr>
        <w:spacing w:line="216" w:lineRule="auto"/>
        <w:jc w:val="center"/>
        <w:rPr>
          <w:b/>
          <w:bCs/>
          <w:sz w:val="28"/>
          <w:szCs w:val="28"/>
        </w:rPr>
      </w:pPr>
      <w:r w:rsidRPr="00646CF4">
        <w:rPr>
          <w:b/>
          <w:bCs/>
          <w:sz w:val="28"/>
          <w:szCs w:val="28"/>
        </w:rPr>
        <w:t>к проекту закона Новосибирской области «О внесении изменени</w:t>
      </w:r>
      <w:r>
        <w:rPr>
          <w:b/>
          <w:bCs/>
          <w:sz w:val="28"/>
          <w:szCs w:val="28"/>
        </w:rPr>
        <w:t>й</w:t>
      </w:r>
      <w:r w:rsidRPr="00646CF4">
        <w:rPr>
          <w:b/>
          <w:bCs/>
          <w:sz w:val="28"/>
          <w:szCs w:val="28"/>
        </w:rPr>
        <w:t xml:space="preserve"> в стать</w:t>
      </w:r>
      <w:r>
        <w:rPr>
          <w:b/>
          <w:bCs/>
          <w:sz w:val="28"/>
          <w:szCs w:val="28"/>
        </w:rPr>
        <w:t xml:space="preserve">ю 2.2 </w:t>
      </w:r>
      <w:r w:rsidRPr="00646CF4">
        <w:rPr>
          <w:b/>
          <w:bCs/>
          <w:sz w:val="28"/>
          <w:szCs w:val="28"/>
        </w:rPr>
        <w:t>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966B77" w:rsidRPr="00646CF4" w:rsidRDefault="00966B77" w:rsidP="000D5D93">
      <w:pPr>
        <w:pStyle w:val="2"/>
        <w:keepNext w:val="0"/>
        <w:autoSpaceDE/>
        <w:autoSpaceDN/>
        <w:spacing w:line="216" w:lineRule="auto"/>
        <w:outlineLvl w:val="9"/>
      </w:pPr>
    </w:p>
    <w:p w:rsidR="00966B77" w:rsidRDefault="00966B77" w:rsidP="007E31D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</w:t>
      </w:r>
      <w:r w:rsidRPr="00646CF4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6CF4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«О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46CF4">
        <w:rPr>
          <w:rFonts w:ascii="Times New Roman" w:hAnsi="Times New Roman" w:cs="Times New Roman"/>
          <w:sz w:val="28"/>
          <w:szCs w:val="28"/>
        </w:rPr>
        <w:t xml:space="preserve"> в стать</w:t>
      </w:r>
      <w:r>
        <w:rPr>
          <w:rFonts w:ascii="Times New Roman" w:hAnsi="Times New Roman" w:cs="Times New Roman"/>
          <w:sz w:val="28"/>
          <w:szCs w:val="28"/>
        </w:rPr>
        <w:t xml:space="preserve">ю 2.2 </w:t>
      </w:r>
      <w:r w:rsidRPr="00646CF4">
        <w:rPr>
          <w:rFonts w:ascii="Times New Roman" w:hAnsi="Times New Roman" w:cs="Times New Roman"/>
          <w:sz w:val="28"/>
          <w:szCs w:val="28"/>
        </w:rPr>
        <w:t>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Закона) обусловлена целесообразностью установления единой налоговой ставки транспортного налога в отношении грузовых автомобилей с мощностью двигателя свыше 250 л.с. на уровне 85 рублей.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В настоящее время в Новосибирской области установлены следующие ставки транспортного налога по категории грузовые автомобили с каждой лошадиной силы: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 мощностью двигателя до 100 л.с. (до 73,55 кВт) вкл. – 25 рублей;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свыше 100 л.с. до 150 л.с. (свыше 73,55 кВт до 110,33 кВт) вкл. –  40 рублей;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свыше 150 л.с. до 200 л.с. (свыше 110,33 кВт до 147,1 кВт) вкл. –  50 рублей;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свыше 200 л.с. до 250 л.с. (свыше 147,1 кВт до 183,9 кВт) вкл. –  65 рублей;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свыше 250 л.с. до 300 л.с. (свыше 183,9 кВт до 220,65 кВт) вкл. –  85 рублей;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- свыше 300 л.с. (свыше 220,65 кВт) вкл. –  34 рубля.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Таким образом, грузовой автомобиль с мощностью двигателя свыше 300 л.с. облагается по ставке транспортного налога в 2,5 раза меньше, чем грузовой автомобиль с мощностью двигателя свыше 250 л.с. до 300 л.с. и на 15% меньше, чем грузовой автомобиль с мощностью двигателя свыше 100 л.с. до 150 л.с., в то время как большегрузные автомобили наносят больший ущерб дорогам и мостам Новосибирской области</w:t>
      </w:r>
      <w:r>
        <w:rPr>
          <w:sz w:val="28"/>
          <w:szCs w:val="28"/>
        </w:rPr>
        <w:t xml:space="preserve">, их количество увеличивается с каждым годом. </w:t>
      </w:r>
      <w:r w:rsidRPr="00876722">
        <w:rPr>
          <w:sz w:val="28"/>
          <w:szCs w:val="28"/>
        </w:rPr>
        <w:t>По информации Управления ГИБДД ГУ МВД по Новосибирской области за период с 2006 по 2013 год количество в целом грузовых автомобилей увеличилось на 7706 единиц.</w:t>
      </w:r>
    </w:p>
    <w:p w:rsidR="00966B77" w:rsidRPr="00876722" w:rsidRDefault="00966B77" w:rsidP="00876722">
      <w:pPr>
        <w:ind w:firstLine="708"/>
        <w:jc w:val="both"/>
        <w:rPr>
          <w:sz w:val="28"/>
          <w:szCs w:val="28"/>
        </w:rPr>
      </w:pPr>
      <w:r w:rsidRPr="00876722">
        <w:rPr>
          <w:sz w:val="28"/>
          <w:szCs w:val="28"/>
        </w:rPr>
        <w:t>Установление новых ставок транспортного налога в отношении грузовых автомобилей с мощностью двигателя свыше 300 л.с. позволит мобилизовать в бюджет области (дорожный фонд) дополнительно около 1</w:t>
      </w:r>
      <w:r>
        <w:rPr>
          <w:sz w:val="28"/>
          <w:szCs w:val="28"/>
        </w:rPr>
        <w:t>6</w:t>
      </w:r>
      <w:r w:rsidRPr="00876722">
        <w:rPr>
          <w:sz w:val="28"/>
          <w:szCs w:val="28"/>
        </w:rPr>
        <w:t>0 млн. рублей.</w:t>
      </w:r>
    </w:p>
    <w:p w:rsidR="00966B77" w:rsidRPr="005A4489" w:rsidRDefault="00966B77" w:rsidP="00417C39">
      <w:pPr>
        <w:autoSpaceDN w:val="0"/>
        <w:ind w:firstLine="720"/>
        <w:jc w:val="both"/>
        <w:rPr>
          <w:sz w:val="28"/>
          <w:szCs w:val="28"/>
        </w:rPr>
      </w:pPr>
      <w:r w:rsidRPr="005A4489">
        <w:rPr>
          <w:sz w:val="28"/>
          <w:szCs w:val="28"/>
        </w:rPr>
        <w:t xml:space="preserve">Проект закона состоит из 2 статей. Статьёй 1 вносятся изменения </w:t>
      </w:r>
      <w:r>
        <w:rPr>
          <w:sz w:val="28"/>
          <w:szCs w:val="28"/>
        </w:rPr>
        <w:t>в статью 2.2</w:t>
      </w:r>
      <w:r w:rsidRPr="005A448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A4489">
        <w:rPr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>«</w:t>
      </w:r>
      <w:r w:rsidRPr="00646CF4">
        <w:rPr>
          <w:sz w:val="28"/>
          <w:szCs w:val="28"/>
        </w:rPr>
        <w:t>О налогах и особенностях налогообложения отдельных категорий налогоплательщиков в Новосибирской области</w:t>
      </w:r>
      <w:r>
        <w:rPr>
          <w:sz w:val="28"/>
          <w:szCs w:val="28"/>
        </w:rPr>
        <w:t>»</w:t>
      </w:r>
      <w:r w:rsidRPr="005A4489">
        <w:rPr>
          <w:sz w:val="28"/>
          <w:szCs w:val="28"/>
        </w:rPr>
        <w:t>, статьёй 2 определяется порядок вступления закона Новосибирской области в силу.</w:t>
      </w:r>
    </w:p>
    <w:p w:rsidR="00966B77" w:rsidRDefault="00966B77" w:rsidP="007E31D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66B77" w:rsidSect="00B21DAB">
      <w:headerReference w:type="default" r:id="rId7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77" w:rsidRDefault="00966B77" w:rsidP="0037365D">
      <w:r>
        <w:separator/>
      </w:r>
    </w:p>
  </w:endnote>
  <w:endnote w:type="continuationSeparator" w:id="1">
    <w:p w:rsidR="00966B77" w:rsidRDefault="00966B77" w:rsidP="00373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77" w:rsidRDefault="00966B77" w:rsidP="0037365D">
      <w:r>
        <w:separator/>
      </w:r>
    </w:p>
  </w:footnote>
  <w:footnote w:type="continuationSeparator" w:id="1">
    <w:p w:rsidR="00966B77" w:rsidRDefault="00966B77" w:rsidP="00373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77" w:rsidRDefault="00966B7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66B77" w:rsidRDefault="00966B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0F8F"/>
    <w:multiLevelType w:val="hybridMultilevel"/>
    <w:tmpl w:val="8A9AB526"/>
    <w:lvl w:ilvl="0" w:tplc="420C433A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E82803"/>
    <w:multiLevelType w:val="hybridMultilevel"/>
    <w:tmpl w:val="CA3284E6"/>
    <w:lvl w:ilvl="0" w:tplc="8008230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377608"/>
    <w:multiLevelType w:val="hybridMultilevel"/>
    <w:tmpl w:val="3FAAECEE"/>
    <w:lvl w:ilvl="0" w:tplc="5B122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BE22B2"/>
    <w:multiLevelType w:val="hybridMultilevel"/>
    <w:tmpl w:val="8FCCE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D93"/>
    <w:rsid w:val="00000484"/>
    <w:rsid w:val="00000D46"/>
    <w:rsid w:val="00001BAA"/>
    <w:rsid w:val="00002859"/>
    <w:rsid w:val="00003F53"/>
    <w:rsid w:val="0000449F"/>
    <w:rsid w:val="00004EBC"/>
    <w:rsid w:val="0000657D"/>
    <w:rsid w:val="00010CF0"/>
    <w:rsid w:val="0001127F"/>
    <w:rsid w:val="00011842"/>
    <w:rsid w:val="00011874"/>
    <w:rsid w:val="0001469D"/>
    <w:rsid w:val="00014B47"/>
    <w:rsid w:val="00016306"/>
    <w:rsid w:val="00017425"/>
    <w:rsid w:val="000210AB"/>
    <w:rsid w:val="0002301F"/>
    <w:rsid w:val="0002617B"/>
    <w:rsid w:val="000264CC"/>
    <w:rsid w:val="0002655C"/>
    <w:rsid w:val="00031F81"/>
    <w:rsid w:val="00033F22"/>
    <w:rsid w:val="00036EE8"/>
    <w:rsid w:val="00037798"/>
    <w:rsid w:val="00040254"/>
    <w:rsid w:val="000403FC"/>
    <w:rsid w:val="0004062A"/>
    <w:rsid w:val="00041275"/>
    <w:rsid w:val="000433E3"/>
    <w:rsid w:val="0004364A"/>
    <w:rsid w:val="00044C15"/>
    <w:rsid w:val="00046870"/>
    <w:rsid w:val="00047F87"/>
    <w:rsid w:val="00051714"/>
    <w:rsid w:val="000521CE"/>
    <w:rsid w:val="00052692"/>
    <w:rsid w:val="00052990"/>
    <w:rsid w:val="00052EA4"/>
    <w:rsid w:val="00053254"/>
    <w:rsid w:val="0005437E"/>
    <w:rsid w:val="0005694D"/>
    <w:rsid w:val="00060559"/>
    <w:rsid w:val="00060583"/>
    <w:rsid w:val="000605DE"/>
    <w:rsid w:val="00062C9E"/>
    <w:rsid w:val="00063401"/>
    <w:rsid w:val="00063C77"/>
    <w:rsid w:val="00064425"/>
    <w:rsid w:val="00065826"/>
    <w:rsid w:val="0006607D"/>
    <w:rsid w:val="000668A6"/>
    <w:rsid w:val="00070231"/>
    <w:rsid w:val="00071359"/>
    <w:rsid w:val="000718B0"/>
    <w:rsid w:val="00072579"/>
    <w:rsid w:val="0007281E"/>
    <w:rsid w:val="00072C86"/>
    <w:rsid w:val="00074FE2"/>
    <w:rsid w:val="000753CE"/>
    <w:rsid w:val="00076213"/>
    <w:rsid w:val="00077D1C"/>
    <w:rsid w:val="000832AE"/>
    <w:rsid w:val="00083302"/>
    <w:rsid w:val="00084D1F"/>
    <w:rsid w:val="00085A55"/>
    <w:rsid w:val="00085B56"/>
    <w:rsid w:val="00087189"/>
    <w:rsid w:val="00090597"/>
    <w:rsid w:val="000907C3"/>
    <w:rsid w:val="000911A4"/>
    <w:rsid w:val="00092769"/>
    <w:rsid w:val="000941C2"/>
    <w:rsid w:val="00094386"/>
    <w:rsid w:val="00094E3B"/>
    <w:rsid w:val="000957A9"/>
    <w:rsid w:val="00095F26"/>
    <w:rsid w:val="0009752C"/>
    <w:rsid w:val="0009761D"/>
    <w:rsid w:val="000A02D1"/>
    <w:rsid w:val="000A31EB"/>
    <w:rsid w:val="000A355E"/>
    <w:rsid w:val="000A480F"/>
    <w:rsid w:val="000A6241"/>
    <w:rsid w:val="000B1337"/>
    <w:rsid w:val="000B2A67"/>
    <w:rsid w:val="000B53C4"/>
    <w:rsid w:val="000B5A14"/>
    <w:rsid w:val="000B71BE"/>
    <w:rsid w:val="000B7634"/>
    <w:rsid w:val="000C0123"/>
    <w:rsid w:val="000C11A2"/>
    <w:rsid w:val="000C26FE"/>
    <w:rsid w:val="000C351D"/>
    <w:rsid w:val="000C39E1"/>
    <w:rsid w:val="000C3F9B"/>
    <w:rsid w:val="000C4402"/>
    <w:rsid w:val="000C457C"/>
    <w:rsid w:val="000C499B"/>
    <w:rsid w:val="000C66CB"/>
    <w:rsid w:val="000C6C8C"/>
    <w:rsid w:val="000C7122"/>
    <w:rsid w:val="000C76AD"/>
    <w:rsid w:val="000D03D9"/>
    <w:rsid w:val="000D3509"/>
    <w:rsid w:val="000D38B8"/>
    <w:rsid w:val="000D4238"/>
    <w:rsid w:val="000D4247"/>
    <w:rsid w:val="000D5D93"/>
    <w:rsid w:val="000E0DB1"/>
    <w:rsid w:val="000E2088"/>
    <w:rsid w:val="000E2159"/>
    <w:rsid w:val="000E27F6"/>
    <w:rsid w:val="000E29CC"/>
    <w:rsid w:val="000E30C2"/>
    <w:rsid w:val="000E38F7"/>
    <w:rsid w:val="000E48F5"/>
    <w:rsid w:val="000E53B8"/>
    <w:rsid w:val="000E5AEF"/>
    <w:rsid w:val="000E6FB7"/>
    <w:rsid w:val="000E72AA"/>
    <w:rsid w:val="000E7431"/>
    <w:rsid w:val="000E776D"/>
    <w:rsid w:val="000E7DEF"/>
    <w:rsid w:val="000F0761"/>
    <w:rsid w:val="000F156C"/>
    <w:rsid w:val="000F25A0"/>
    <w:rsid w:val="000F2E9C"/>
    <w:rsid w:val="000F2F41"/>
    <w:rsid w:val="000F568C"/>
    <w:rsid w:val="000F5D41"/>
    <w:rsid w:val="000F7912"/>
    <w:rsid w:val="000F7AB0"/>
    <w:rsid w:val="00100BC6"/>
    <w:rsid w:val="001010FD"/>
    <w:rsid w:val="00101F6C"/>
    <w:rsid w:val="00101F9F"/>
    <w:rsid w:val="001021A7"/>
    <w:rsid w:val="001043F5"/>
    <w:rsid w:val="00104DFE"/>
    <w:rsid w:val="00104EF8"/>
    <w:rsid w:val="001074A9"/>
    <w:rsid w:val="00107D97"/>
    <w:rsid w:val="00110CDD"/>
    <w:rsid w:val="00112ADB"/>
    <w:rsid w:val="00113E13"/>
    <w:rsid w:val="00114939"/>
    <w:rsid w:val="00114F9D"/>
    <w:rsid w:val="001151B6"/>
    <w:rsid w:val="00117448"/>
    <w:rsid w:val="00117773"/>
    <w:rsid w:val="0012037E"/>
    <w:rsid w:val="00121BA2"/>
    <w:rsid w:val="001221D4"/>
    <w:rsid w:val="00122B66"/>
    <w:rsid w:val="00123293"/>
    <w:rsid w:val="0012334D"/>
    <w:rsid w:val="00123F65"/>
    <w:rsid w:val="00124D02"/>
    <w:rsid w:val="001261C2"/>
    <w:rsid w:val="00127C63"/>
    <w:rsid w:val="00131431"/>
    <w:rsid w:val="0013607A"/>
    <w:rsid w:val="00141333"/>
    <w:rsid w:val="00144AB2"/>
    <w:rsid w:val="0014677C"/>
    <w:rsid w:val="001472B4"/>
    <w:rsid w:val="0014743D"/>
    <w:rsid w:val="00147707"/>
    <w:rsid w:val="00147ED8"/>
    <w:rsid w:val="001506A2"/>
    <w:rsid w:val="001508B7"/>
    <w:rsid w:val="001509AB"/>
    <w:rsid w:val="001516DB"/>
    <w:rsid w:val="00151BED"/>
    <w:rsid w:val="0015258F"/>
    <w:rsid w:val="00152BE5"/>
    <w:rsid w:val="00153509"/>
    <w:rsid w:val="00153F60"/>
    <w:rsid w:val="0015469E"/>
    <w:rsid w:val="00154FA1"/>
    <w:rsid w:val="0015533C"/>
    <w:rsid w:val="001553ED"/>
    <w:rsid w:val="0015611C"/>
    <w:rsid w:val="001565FB"/>
    <w:rsid w:val="001576AA"/>
    <w:rsid w:val="00157B2D"/>
    <w:rsid w:val="00160B90"/>
    <w:rsid w:val="00163277"/>
    <w:rsid w:val="00163DFD"/>
    <w:rsid w:val="00165027"/>
    <w:rsid w:val="00166C72"/>
    <w:rsid w:val="00171899"/>
    <w:rsid w:val="00171E10"/>
    <w:rsid w:val="00173580"/>
    <w:rsid w:val="00173BE9"/>
    <w:rsid w:val="001775E7"/>
    <w:rsid w:val="001804F7"/>
    <w:rsid w:val="00182037"/>
    <w:rsid w:val="0018251C"/>
    <w:rsid w:val="00183C86"/>
    <w:rsid w:val="00183EC7"/>
    <w:rsid w:val="00184689"/>
    <w:rsid w:val="00184784"/>
    <w:rsid w:val="00185E3E"/>
    <w:rsid w:val="001875F7"/>
    <w:rsid w:val="00192481"/>
    <w:rsid w:val="0019379C"/>
    <w:rsid w:val="001938A3"/>
    <w:rsid w:val="00193DED"/>
    <w:rsid w:val="00193E86"/>
    <w:rsid w:val="001947FE"/>
    <w:rsid w:val="001A1715"/>
    <w:rsid w:val="001A20C8"/>
    <w:rsid w:val="001A5004"/>
    <w:rsid w:val="001A5CB1"/>
    <w:rsid w:val="001A5E9D"/>
    <w:rsid w:val="001A6ABA"/>
    <w:rsid w:val="001B0000"/>
    <w:rsid w:val="001B131C"/>
    <w:rsid w:val="001B15B3"/>
    <w:rsid w:val="001B2756"/>
    <w:rsid w:val="001B29F6"/>
    <w:rsid w:val="001B4177"/>
    <w:rsid w:val="001B56F3"/>
    <w:rsid w:val="001B7C12"/>
    <w:rsid w:val="001C1E12"/>
    <w:rsid w:val="001C3E59"/>
    <w:rsid w:val="001C4CD1"/>
    <w:rsid w:val="001C654F"/>
    <w:rsid w:val="001C75BD"/>
    <w:rsid w:val="001C76D7"/>
    <w:rsid w:val="001D0C9A"/>
    <w:rsid w:val="001D18D6"/>
    <w:rsid w:val="001D1A1C"/>
    <w:rsid w:val="001D1F13"/>
    <w:rsid w:val="001D326E"/>
    <w:rsid w:val="001D495C"/>
    <w:rsid w:val="001D6F05"/>
    <w:rsid w:val="001E00A5"/>
    <w:rsid w:val="001E110C"/>
    <w:rsid w:val="001E2B62"/>
    <w:rsid w:val="001E302B"/>
    <w:rsid w:val="001E323C"/>
    <w:rsid w:val="001E3EE2"/>
    <w:rsid w:val="001E41F5"/>
    <w:rsid w:val="001E4ECA"/>
    <w:rsid w:val="001E5D19"/>
    <w:rsid w:val="001E6591"/>
    <w:rsid w:val="001E6921"/>
    <w:rsid w:val="001E7E36"/>
    <w:rsid w:val="001F0DC7"/>
    <w:rsid w:val="001F1441"/>
    <w:rsid w:val="001F1D55"/>
    <w:rsid w:val="001F21F8"/>
    <w:rsid w:val="0020060D"/>
    <w:rsid w:val="00203EB4"/>
    <w:rsid w:val="002042F7"/>
    <w:rsid w:val="00204B62"/>
    <w:rsid w:val="002066CA"/>
    <w:rsid w:val="00206AAF"/>
    <w:rsid w:val="00207B59"/>
    <w:rsid w:val="00210087"/>
    <w:rsid w:val="0021012F"/>
    <w:rsid w:val="00210A75"/>
    <w:rsid w:val="0021542A"/>
    <w:rsid w:val="002209AD"/>
    <w:rsid w:val="00221C34"/>
    <w:rsid w:val="00222550"/>
    <w:rsid w:val="00223476"/>
    <w:rsid w:val="0022434E"/>
    <w:rsid w:val="002245E5"/>
    <w:rsid w:val="0022572C"/>
    <w:rsid w:val="0022613D"/>
    <w:rsid w:val="00230140"/>
    <w:rsid w:val="00231C75"/>
    <w:rsid w:val="002322C9"/>
    <w:rsid w:val="00232C05"/>
    <w:rsid w:val="00232F49"/>
    <w:rsid w:val="002330FC"/>
    <w:rsid w:val="00237688"/>
    <w:rsid w:val="002416EA"/>
    <w:rsid w:val="00241791"/>
    <w:rsid w:val="00241F79"/>
    <w:rsid w:val="00242338"/>
    <w:rsid w:val="00244C63"/>
    <w:rsid w:val="00245B38"/>
    <w:rsid w:val="002469D5"/>
    <w:rsid w:val="00250431"/>
    <w:rsid w:val="00253A1A"/>
    <w:rsid w:val="00253E75"/>
    <w:rsid w:val="00253FE8"/>
    <w:rsid w:val="00255907"/>
    <w:rsid w:val="00256FB7"/>
    <w:rsid w:val="00256FBB"/>
    <w:rsid w:val="002570A5"/>
    <w:rsid w:val="00263B15"/>
    <w:rsid w:val="00263BF7"/>
    <w:rsid w:val="0026577E"/>
    <w:rsid w:val="00266059"/>
    <w:rsid w:val="0027157A"/>
    <w:rsid w:val="002763D7"/>
    <w:rsid w:val="00281C8E"/>
    <w:rsid w:val="0028504D"/>
    <w:rsid w:val="00290DAD"/>
    <w:rsid w:val="00292416"/>
    <w:rsid w:val="00293A11"/>
    <w:rsid w:val="00294871"/>
    <w:rsid w:val="00294E97"/>
    <w:rsid w:val="002954D6"/>
    <w:rsid w:val="00296C46"/>
    <w:rsid w:val="002974FB"/>
    <w:rsid w:val="002A2E8B"/>
    <w:rsid w:val="002A33B9"/>
    <w:rsid w:val="002A468B"/>
    <w:rsid w:val="002A613E"/>
    <w:rsid w:val="002A6852"/>
    <w:rsid w:val="002A751F"/>
    <w:rsid w:val="002B06B7"/>
    <w:rsid w:val="002B47E9"/>
    <w:rsid w:val="002B4FAC"/>
    <w:rsid w:val="002B5301"/>
    <w:rsid w:val="002B7F07"/>
    <w:rsid w:val="002C0E4B"/>
    <w:rsid w:val="002C108A"/>
    <w:rsid w:val="002C1E61"/>
    <w:rsid w:val="002C56B5"/>
    <w:rsid w:val="002D133F"/>
    <w:rsid w:val="002D144E"/>
    <w:rsid w:val="002D1FF1"/>
    <w:rsid w:val="002D38C5"/>
    <w:rsid w:val="002D39B1"/>
    <w:rsid w:val="002D3D13"/>
    <w:rsid w:val="002D3EED"/>
    <w:rsid w:val="002D409F"/>
    <w:rsid w:val="002D4128"/>
    <w:rsid w:val="002D4A44"/>
    <w:rsid w:val="002D5266"/>
    <w:rsid w:val="002D5282"/>
    <w:rsid w:val="002D5C0A"/>
    <w:rsid w:val="002E0592"/>
    <w:rsid w:val="002E05FD"/>
    <w:rsid w:val="002E2065"/>
    <w:rsid w:val="002E3BEB"/>
    <w:rsid w:val="002E3E4B"/>
    <w:rsid w:val="002E4A34"/>
    <w:rsid w:val="002E4B51"/>
    <w:rsid w:val="002E6AE7"/>
    <w:rsid w:val="002E756E"/>
    <w:rsid w:val="002F13FD"/>
    <w:rsid w:val="002F44A4"/>
    <w:rsid w:val="002F67AC"/>
    <w:rsid w:val="002F79B9"/>
    <w:rsid w:val="002F7D12"/>
    <w:rsid w:val="00300B28"/>
    <w:rsid w:val="00301A26"/>
    <w:rsid w:val="00301CFE"/>
    <w:rsid w:val="00302B68"/>
    <w:rsid w:val="003035EF"/>
    <w:rsid w:val="0030392F"/>
    <w:rsid w:val="003039EA"/>
    <w:rsid w:val="0030552B"/>
    <w:rsid w:val="003062B9"/>
    <w:rsid w:val="00306DD5"/>
    <w:rsid w:val="00307764"/>
    <w:rsid w:val="0030784D"/>
    <w:rsid w:val="003108D8"/>
    <w:rsid w:val="003122B9"/>
    <w:rsid w:val="0031427E"/>
    <w:rsid w:val="003158F1"/>
    <w:rsid w:val="003163B6"/>
    <w:rsid w:val="0032078E"/>
    <w:rsid w:val="0032087D"/>
    <w:rsid w:val="00321510"/>
    <w:rsid w:val="00321750"/>
    <w:rsid w:val="003229DE"/>
    <w:rsid w:val="00322E24"/>
    <w:rsid w:val="003233F5"/>
    <w:rsid w:val="00324493"/>
    <w:rsid w:val="00324801"/>
    <w:rsid w:val="00327044"/>
    <w:rsid w:val="00331F9D"/>
    <w:rsid w:val="003328C6"/>
    <w:rsid w:val="003338B0"/>
    <w:rsid w:val="00334800"/>
    <w:rsid w:val="0033695D"/>
    <w:rsid w:val="00336B82"/>
    <w:rsid w:val="00340712"/>
    <w:rsid w:val="00342FF0"/>
    <w:rsid w:val="00343269"/>
    <w:rsid w:val="00343CCF"/>
    <w:rsid w:val="003440CC"/>
    <w:rsid w:val="00344D18"/>
    <w:rsid w:val="003466BA"/>
    <w:rsid w:val="0034781F"/>
    <w:rsid w:val="00347D44"/>
    <w:rsid w:val="00350229"/>
    <w:rsid w:val="0035221D"/>
    <w:rsid w:val="0035283F"/>
    <w:rsid w:val="00352BA8"/>
    <w:rsid w:val="00354059"/>
    <w:rsid w:val="00354769"/>
    <w:rsid w:val="00355CD7"/>
    <w:rsid w:val="00355F80"/>
    <w:rsid w:val="003563DD"/>
    <w:rsid w:val="003565C3"/>
    <w:rsid w:val="0035754E"/>
    <w:rsid w:val="003604AE"/>
    <w:rsid w:val="00360960"/>
    <w:rsid w:val="00361D30"/>
    <w:rsid w:val="003633BD"/>
    <w:rsid w:val="00364ABB"/>
    <w:rsid w:val="003652D2"/>
    <w:rsid w:val="003655EF"/>
    <w:rsid w:val="00365CC0"/>
    <w:rsid w:val="00365F72"/>
    <w:rsid w:val="00366D56"/>
    <w:rsid w:val="0036721C"/>
    <w:rsid w:val="003713DE"/>
    <w:rsid w:val="00371EDD"/>
    <w:rsid w:val="0037365D"/>
    <w:rsid w:val="003737C5"/>
    <w:rsid w:val="00374416"/>
    <w:rsid w:val="003744A2"/>
    <w:rsid w:val="00374588"/>
    <w:rsid w:val="00377506"/>
    <w:rsid w:val="00380609"/>
    <w:rsid w:val="00381FFA"/>
    <w:rsid w:val="0038201C"/>
    <w:rsid w:val="003834CE"/>
    <w:rsid w:val="0038367A"/>
    <w:rsid w:val="00383696"/>
    <w:rsid w:val="00383726"/>
    <w:rsid w:val="00383F13"/>
    <w:rsid w:val="00384439"/>
    <w:rsid w:val="00384DE9"/>
    <w:rsid w:val="003859C8"/>
    <w:rsid w:val="00387517"/>
    <w:rsid w:val="00391731"/>
    <w:rsid w:val="00391BBC"/>
    <w:rsid w:val="0039215D"/>
    <w:rsid w:val="00393653"/>
    <w:rsid w:val="00393AED"/>
    <w:rsid w:val="003959C1"/>
    <w:rsid w:val="00395D50"/>
    <w:rsid w:val="00397A4A"/>
    <w:rsid w:val="003A0DDD"/>
    <w:rsid w:val="003A0E66"/>
    <w:rsid w:val="003A1311"/>
    <w:rsid w:val="003A156F"/>
    <w:rsid w:val="003A1CD0"/>
    <w:rsid w:val="003A1F7A"/>
    <w:rsid w:val="003A25E8"/>
    <w:rsid w:val="003A306B"/>
    <w:rsid w:val="003A3ED7"/>
    <w:rsid w:val="003A4030"/>
    <w:rsid w:val="003A44B6"/>
    <w:rsid w:val="003A4BF3"/>
    <w:rsid w:val="003A5549"/>
    <w:rsid w:val="003A604F"/>
    <w:rsid w:val="003A79CC"/>
    <w:rsid w:val="003B0A06"/>
    <w:rsid w:val="003B23DD"/>
    <w:rsid w:val="003B2CA1"/>
    <w:rsid w:val="003B3775"/>
    <w:rsid w:val="003B41D1"/>
    <w:rsid w:val="003B49E6"/>
    <w:rsid w:val="003B518C"/>
    <w:rsid w:val="003B54EC"/>
    <w:rsid w:val="003B6E27"/>
    <w:rsid w:val="003B6F57"/>
    <w:rsid w:val="003B6FD2"/>
    <w:rsid w:val="003C013A"/>
    <w:rsid w:val="003C15A4"/>
    <w:rsid w:val="003C1CE6"/>
    <w:rsid w:val="003C28EC"/>
    <w:rsid w:val="003C2A86"/>
    <w:rsid w:val="003C344F"/>
    <w:rsid w:val="003C3EAA"/>
    <w:rsid w:val="003C5DDB"/>
    <w:rsid w:val="003C5FC8"/>
    <w:rsid w:val="003C60EC"/>
    <w:rsid w:val="003C699D"/>
    <w:rsid w:val="003C6DB2"/>
    <w:rsid w:val="003C7A68"/>
    <w:rsid w:val="003D0371"/>
    <w:rsid w:val="003D05B2"/>
    <w:rsid w:val="003D1303"/>
    <w:rsid w:val="003D1501"/>
    <w:rsid w:val="003D1E50"/>
    <w:rsid w:val="003D2E04"/>
    <w:rsid w:val="003D341B"/>
    <w:rsid w:val="003D4FFA"/>
    <w:rsid w:val="003D5435"/>
    <w:rsid w:val="003D5B57"/>
    <w:rsid w:val="003E6416"/>
    <w:rsid w:val="003E7C8D"/>
    <w:rsid w:val="003F042C"/>
    <w:rsid w:val="003F4055"/>
    <w:rsid w:val="003F62C3"/>
    <w:rsid w:val="0040138A"/>
    <w:rsid w:val="004038CA"/>
    <w:rsid w:val="004038F3"/>
    <w:rsid w:val="004040FC"/>
    <w:rsid w:val="0040487A"/>
    <w:rsid w:val="004052E5"/>
    <w:rsid w:val="00411613"/>
    <w:rsid w:val="00411EEE"/>
    <w:rsid w:val="00412B73"/>
    <w:rsid w:val="004146F6"/>
    <w:rsid w:val="004166DD"/>
    <w:rsid w:val="00417C39"/>
    <w:rsid w:val="004205DD"/>
    <w:rsid w:val="004212D3"/>
    <w:rsid w:val="00421835"/>
    <w:rsid w:val="00423152"/>
    <w:rsid w:val="00423517"/>
    <w:rsid w:val="00424BA6"/>
    <w:rsid w:val="00425A02"/>
    <w:rsid w:val="00425A27"/>
    <w:rsid w:val="00425B72"/>
    <w:rsid w:val="00427D65"/>
    <w:rsid w:val="00433329"/>
    <w:rsid w:val="004333F5"/>
    <w:rsid w:val="00433A8B"/>
    <w:rsid w:val="00434582"/>
    <w:rsid w:val="0043524A"/>
    <w:rsid w:val="00435295"/>
    <w:rsid w:val="00436947"/>
    <w:rsid w:val="00437A7B"/>
    <w:rsid w:val="0044064A"/>
    <w:rsid w:val="00440B12"/>
    <w:rsid w:val="0044159A"/>
    <w:rsid w:val="00441CC5"/>
    <w:rsid w:val="00441D4E"/>
    <w:rsid w:val="00441D84"/>
    <w:rsid w:val="0044290E"/>
    <w:rsid w:val="00442DC0"/>
    <w:rsid w:val="00443FBC"/>
    <w:rsid w:val="00444698"/>
    <w:rsid w:val="00445703"/>
    <w:rsid w:val="00446AA3"/>
    <w:rsid w:val="00447A7C"/>
    <w:rsid w:val="004501AA"/>
    <w:rsid w:val="0045036F"/>
    <w:rsid w:val="00453001"/>
    <w:rsid w:val="00455EC9"/>
    <w:rsid w:val="004560A8"/>
    <w:rsid w:val="004569C2"/>
    <w:rsid w:val="00456A3C"/>
    <w:rsid w:val="00460DC8"/>
    <w:rsid w:val="00461622"/>
    <w:rsid w:val="004626C7"/>
    <w:rsid w:val="00462896"/>
    <w:rsid w:val="00462D9E"/>
    <w:rsid w:val="00463AF3"/>
    <w:rsid w:val="004649BC"/>
    <w:rsid w:val="00465F60"/>
    <w:rsid w:val="00466321"/>
    <w:rsid w:val="00466681"/>
    <w:rsid w:val="00466687"/>
    <w:rsid w:val="00467A27"/>
    <w:rsid w:val="004736FC"/>
    <w:rsid w:val="00473DF6"/>
    <w:rsid w:val="004750E5"/>
    <w:rsid w:val="0047525E"/>
    <w:rsid w:val="00477669"/>
    <w:rsid w:val="00477FD4"/>
    <w:rsid w:val="0048000E"/>
    <w:rsid w:val="004807B8"/>
    <w:rsid w:val="004808FD"/>
    <w:rsid w:val="0048280E"/>
    <w:rsid w:val="00483043"/>
    <w:rsid w:val="00485548"/>
    <w:rsid w:val="0048596A"/>
    <w:rsid w:val="00486FA7"/>
    <w:rsid w:val="00487617"/>
    <w:rsid w:val="00490A58"/>
    <w:rsid w:val="004917C7"/>
    <w:rsid w:val="00494637"/>
    <w:rsid w:val="00494661"/>
    <w:rsid w:val="00496DAF"/>
    <w:rsid w:val="00497958"/>
    <w:rsid w:val="004A0F72"/>
    <w:rsid w:val="004A1B1D"/>
    <w:rsid w:val="004A28E3"/>
    <w:rsid w:val="004A2B37"/>
    <w:rsid w:val="004A4C41"/>
    <w:rsid w:val="004A75EC"/>
    <w:rsid w:val="004A764D"/>
    <w:rsid w:val="004B1B38"/>
    <w:rsid w:val="004B21A6"/>
    <w:rsid w:val="004B3AA7"/>
    <w:rsid w:val="004B3DB3"/>
    <w:rsid w:val="004B437C"/>
    <w:rsid w:val="004B4BBF"/>
    <w:rsid w:val="004B4DBD"/>
    <w:rsid w:val="004B66DF"/>
    <w:rsid w:val="004C054F"/>
    <w:rsid w:val="004C08CE"/>
    <w:rsid w:val="004C3EC5"/>
    <w:rsid w:val="004C4184"/>
    <w:rsid w:val="004C45D2"/>
    <w:rsid w:val="004C5709"/>
    <w:rsid w:val="004C5B0A"/>
    <w:rsid w:val="004C61CC"/>
    <w:rsid w:val="004C6343"/>
    <w:rsid w:val="004C63DE"/>
    <w:rsid w:val="004C6A4B"/>
    <w:rsid w:val="004C6ED0"/>
    <w:rsid w:val="004C737B"/>
    <w:rsid w:val="004D1694"/>
    <w:rsid w:val="004D2194"/>
    <w:rsid w:val="004D5D55"/>
    <w:rsid w:val="004D5FDF"/>
    <w:rsid w:val="004D6A91"/>
    <w:rsid w:val="004D72A7"/>
    <w:rsid w:val="004E01A5"/>
    <w:rsid w:val="004E2426"/>
    <w:rsid w:val="004E385B"/>
    <w:rsid w:val="004E394D"/>
    <w:rsid w:val="004F1AE6"/>
    <w:rsid w:val="004F3CEC"/>
    <w:rsid w:val="004F3F77"/>
    <w:rsid w:val="004F4DF8"/>
    <w:rsid w:val="004F5408"/>
    <w:rsid w:val="004F5922"/>
    <w:rsid w:val="004F5A26"/>
    <w:rsid w:val="004F66DF"/>
    <w:rsid w:val="005005ED"/>
    <w:rsid w:val="005015CC"/>
    <w:rsid w:val="005019C5"/>
    <w:rsid w:val="0050348F"/>
    <w:rsid w:val="005066FD"/>
    <w:rsid w:val="00506DE7"/>
    <w:rsid w:val="00507C67"/>
    <w:rsid w:val="005121BE"/>
    <w:rsid w:val="00514FBC"/>
    <w:rsid w:val="005159CA"/>
    <w:rsid w:val="0051671F"/>
    <w:rsid w:val="005213C4"/>
    <w:rsid w:val="005243B2"/>
    <w:rsid w:val="005259A1"/>
    <w:rsid w:val="0052631D"/>
    <w:rsid w:val="00526C50"/>
    <w:rsid w:val="005305D2"/>
    <w:rsid w:val="005313A2"/>
    <w:rsid w:val="005316BD"/>
    <w:rsid w:val="00533452"/>
    <w:rsid w:val="00533C39"/>
    <w:rsid w:val="00533D10"/>
    <w:rsid w:val="00534E4F"/>
    <w:rsid w:val="0053552B"/>
    <w:rsid w:val="00536D8D"/>
    <w:rsid w:val="0053703D"/>
    <w:rsid w:val="00540F1A"/>
    <w:rsid w:val="00542721"/>
    <w:rsid w:val="00543779"/>
    <w:rsid w:val="00543798"/>
    <w:rsid w:val="00544F4D"/>
    <w:rsid w:val="005468DC"/>
    <w:rsid w:val="00546C14"/>
    <w:rsid w:val="00547A5D"/>
    <w:rsid w:val="005511FB"/>
    <w:rsid w:val="00553312"/>
    <w:rsid w:val="00553F3A"/>
    <w:rsid w:val="0055411B"/>
    <w:rsid w:val="0055447F"/>
    <w:rsid w:val="00555046"/>
    <w:rsid w:val="00557564"/>
    <w:rsid w:val="00561FEE"/>
    <w:rsid w:val="0056560F"/>
    <w:rsid w:val="00566241"/>
    <w:rsid w:val="0056627D"/>
    <w:rsid w:val="00567933"/>
    <w:rsid w:val="00570B0C"/>
    <w:rsid w:val="00570C93"/>
    <w:rsid w:val="005713E5"/>
    <w:rsid w:val="00571E2C"/>
    <w:rsid w:val="0057424D"/>
    <w:rsid w:val="00576AD6"/>
    <w:rsid w:val="00577180"/>
    <w:rsid w:val="005778E1"/>
    <w:rsid w:val="005816F4"/>
    <w:rsid w:val="00582FB5"/>
    <w:rsid w:val="005833FD"/>
    <w:rsid w:val="00583814"/>
    <w:rsid w:val="00583970"/>
    <w:rsid w:val="0058404D"/>
    <w:rsid w:val="0058495C"/>
    <w:rsid w:val="00586F48"/>
    <w:rsid w:val="00590464"/>
    <w:rsid w:val="00592123"/>
    <w:rsid w:val="005928DA"/>
    <w:rsid w:val="005935AD"/>
    <w:rsid w:val="00595A7D"/>
    <w:rsid w:val="00595C85"/>
    <w:rsid w:val="005966A1"/>
    <w:rsid w:val="0059678D"/>
    <w:rsid w:val="00597BA1"/>
    <w:rsid w:val="005A07C9"/>
    <w:rsid w:val="005A1DA0"/>
    <w:rsid w:val="005A28E2"/>
    <w:rsid w:val="005A2D5C"/>
    <w:rsid w:val="005A4489"/>
    <w:rsid w:val="005A497F"/>
    <w:rsid w:val="005A5E50"/>
    <w:rsid w:val="005B0A90"/>
    <w:rsid w:val="005B1510"/>
    <w:rsid w:val="005B3A7D"/>
    <w:rsid w:val="005B3E31"/>
    <w:rsid w:val="005B5817"/>
    <w:rsid w:val="005B7294"/>
    <w:rsid w:val="005C040D"/>
    <w:rsid w:val="005C174C"/>
    <w:rsid w:val="005C24A2"/>
    <w:rsid w:val="005D0CA1"/>
    <w:rsid w:val="005D29EF"/>
    <w:rsid w:val="005D41C4"/>
    <w:rsid w:val="005D4A8A"/>
    <w:rsid w:val="005D6636"/>
    <w:rsid w:val="005D6F93"/>
    <w:rsid w:val="005D75EB"/>
    <w:rsid w:val="005E015A"/>
    <w:rsid w:val="005E0E46"/>
    <w:rsid w:val="005E0EED"/>
    <w:rsid w:val="005E1DB5"/>
    <w:rsid w:val="005E204D"/>
    <w:rsid w:val="005E2568"/>
    <w:rsid w:val="005E4263"/>
    <w:rsid w:val="005E7AAB"/>
    <w:rsid w:val="005F17B9"/>
    <w:rsid w:val="005F2BE4"/>
    <w:rsid w:val="005F2FB3"/>
    <w:rsid w:val="005F3787"/>
    <w:rsid w:val="005F4139"/>
    <w:rsid w:val="005F532F"/>
    <w:rsid w:val="005F5B8E"/>
    <w:rsid w:val="005F7BC5"/>
    <w:rsid w:val="005F7DED"/>
    <w:rsid w:val="00601FCA"/>
    <w:rsid w:val="006021BB"/>
    <w:rsid w:val="00602901"/>
    <w:rsid w:val="006051AB"/>
    <w:rsid w:val="0060667F"/>
    <w:rsid w:val="00606AC5"/>
    <w:rsid w:val="0060797B"/>
    <w:rsid w:val="00610363"/>
    <w:rsid w:val="006104F2"/>
    <w:rsid w:val="00611E01"/>
    <w:rsid w:val="00624C44"/>
    <w:rsid w:val="006254B9"/>
    <w:rsid w:val="0062618F"/>
    <w:rsid w:val="006261AA"/>
    <w:rsid w:val="00627EE1"/>
    <w:rsid w:val="006349E7"/>
    <w:rsid w:val="00637EA1"/>
    <w:rsid w:val="00641D3D"/>
    <w:rsid w:val="00642E0B"/>
    <w:rsid w:val="00644949"/>
    <w:rsid w:val="0064694E"/>
    <w:rsid w:val="00646CF4"/>
    <w:rsid w:val="006517F2"/>
    <w:rsid w:val="00651B75"/>
    <w:rsid w:val="00652B2A"/>
    <w:rsid w:val="00653F0E"/>
    <w:rsid w:val="00654835"/>
    <w:rsid w:val="006560A4"/>
    <w:rsid w:val="006570A6"/>
    <w:rsid w:val="0065769D"/>
    <w:rsid w:val="00663509"/>
    <w:rsid w:val="00663B65"/>
    <w:rsid w:val="00663ED0"/>
    <w:rsid w:val="00664519"/>
    <w:rsid w:val="00665E00"/>
    <w:rsid w:val="00666032"/>
    <w:rsid w:val="006666A8"/>
    <w:rsid w:val="00666CE7"/>
    <w:rsid w:val="006705A3"/>
    <w:rsid w:val="006721DE"/>
    <w:rsid w:val="0067460E"/>
    <w:rsid w:val="00674B13"/>
    <w:rsid w:val="0067775B"/>
    <w:rsid w:val="00677F7E"/>
    <w:rsid w:val="006809F9"/>
    <w:rsid w:val="00683042"/>
    <w:rsid w:val="00684DDA"/>
    <w:rsid w:val="006862A3"/>
    <w:rsid w:val="00686F47"/>
    <w:rsid w:val="00687CB7"/>
    <w:rsid w:val="006906FB"/>
    <w:rsid w:val="00691A23"/>
    <w:rsid w:val="00691E7A"/>
    <w:rsid w:val="00691F73"/>
    <w:rsid w:val="00692628"/>
    <w:rsid w:val="00692D38"/>
    <w:rsid w:val="00695CFF"/>
    <w:rsid w:val="00695D33"/>
    <w:rsid w:val="00695EE4"/>
    <w:rsid w:val="00696086"/>
    <w:rsid w:val="006A009C"/>
    <w:rsid w:val="006A0291"/>
    <w:rsid w:val="006A0EA1"/>
    <w:rsid w:val="006A1BD9"/>
    <w:rsid w:val="006A2250"/>
    <w:rsid w:val="006A2395"/>
    <w:rsid w:val="006A4582"/>
    <w:rsid w:val="006A4C1D"/>
    <w:rsid w:val="006A6017"/>
    <w:rsid w:val="006B22BB"/>
    <w:rsid w:val="006B2DFD"/>
    <w:rsid w:val="006B3EE6"/>
    <w:rsid w:val="006B598A"/>
    <w:rsid w:val="006B6237"/>
    <w:rsid w:val="006B6FAD"/>
    <w:rsid w:val="006B7B71"/>
    <w:rsid w:val="006B7E88"/>
    <w:rsid w:val="006C3013"/>
    <w:rsid w:val="006C4E99"/>
    <w:rsid w:val="006C683B"/>
    <w:rsid w:val="006C69C7"/>
    <w:rsid w:val="006D3124"/>
    <w:rsid w:val="006D4989"/>
    <w:rsid w:val="006D5BA0"/>
    <w:rsid w:val="006D7F87"/>
    <w:rsid w:val="006E08DF"/>
    <w:rsid w:val="006E1E3E"/>
    <w:rsid w:val="006E56C1"/>
    <w:rsid w:val="006E589B"/>
    <w:rsid w:val="006E58E2"/>
    <w:rsid w:val="006E7FCB"/>
    <w:rsid w:val="006F01D8"/>
    <w:rsid w:val="006F0E24"/>
    <w:rsid w:val="006F136C"/>
    <w:rsid w:val="006F2309"/>
    <w:rsid w:val="006F2544"/>
    <w:rsid w:val="006F3467"/>
    <w:rsid w:val="006F37DE"/>
    <w:rsid w:val="006F407B"/>
    <w:rsid w:val="006F4766"/>
    <w:rsid w:val="006F4A1F"/>
    <w:rsid w:val="006F67DF"/>
    <w:rsid w:val="006F6805"/>
    <w:rsid w:val="006F7FE3"/>
    <w:rsid w:val="00701F3F"/>
    <w:rsid w:val="00701FE8"/>
    <w:rsid w:val="00704A15"/>
    <w:rsid w:val="007072F9"/>
    <w:rsid w:val="007100C2"/>
    <w:rsid w:val="007106E6"/>
    <w:rsid w:val="007122F4"/>
    <w:rsid w:val="0071303F"/>
    <w:rsid w:val="0071481B"/>
    <w:rsid w:val="00714ABD"/>
    <w:rsid w:val="007151A6"/>
    <w:rsid w:val="00716F8B"/>
    <w:rsid w:val="00722F75"/>
    <w:rsid w:val="00723846"/>
    <w:rsid w:val="00723C43"/>
    <w:rsid w:val="00724CB5"/>
    <w:rsid w:val="0072512F"/>
    <w:rsid w:val="00725288"/>
    <w:rsid w:val="00730E6B"/>
    <w:rsid w:val="0073376E"/>
    <w:rsid w:val="00733D0F"/>
    <w:rsid w:val="00735E8F"/>
    <w:rsid w:val="007363EB"/>
    <w:rsid w:val="00736425"/>
    <w:rsid w:val="007367C3"/>
    <w:rsid w:val="00736E0D"/>
    <w:rsid w:val="00737058"/>
    <w:rsid w:val="0074144B"/>
    <w:rsid w:val="007424F2"/>
    <w:rsid w:val="00744600"/>
    <w:rsid w:val="007456D6"/>
    <w:rsid w:val="007459D6"/>
    <w:rsid w:val="00746AA4"/>
    <w:rsid w:val="00747495"/>
    <w:rsid w:val="007475C5"/>
    <w:rsid w:val="00747AA6"/>
    <w:rsid w:val="007506E9"/>
    <w:rsid w:val="00751094"/>
    <w:rsid w:val="007529AA"/>
    <w:rsid w:val="00755138"/>
    <w:rsid w:val="00756411"/>
    <w:rsid w:val="007607A3"/>
    <w:rsid w:val="00762358"/>
    <w:rsid w:val="007634F0"/>
    <w:rsid w:val="00765E1D"/>
    <w:rsid w:val="00767371"/>
    <w:rsid w:val="007762A1"/>
    <w:rsid w:val="00776942"/>
    <w:rsid w:val="007775D1"/>
    <w:rsid w:val="007802ED"/>
    <w:rsid w:val="00780E57"/>
    <w:rsid w:val="0078346A"/>
    <w:rsid w:val="007837B1"/>
    <w:rsid w:val="0078391A"/>
    <w:rsid w:val="00784309"/>
    <w:rsid w:val="00786B72"/>
    <w:rsid w:val="00787AB3"/>
    <w:rsid w:val="00790231"/>
    <w:rsid w:val="007904D2"/>
    <w:rsid w:val="0079277D"/>
    <w:rsid w:val="00793052"/>
    <w:rsid w:val="00795FEB"/>
    <w:rsid w:val="0079618E"/>
    <w:rsid w:val="00797172"/>
    <w:rsid w:val="00797C78"/>
    <w:rsid w:val="007A5D6E"/>
    <w:rsid w:val="007A6181"/>
    <w:rsid w:val="007B390B"/>
    <w:rsid w:val="007B404B"/>
    <w:rsid w:val="007B4521"/>
    <w:rsid w:val="007B57CE"/>
    <w:rsid w:val="007B618A"/>
    <w:rsid w:val="007B7E23"/>
    <w:rsid w:val="007C05D3"/>
    <w:rsid w:val="007C1F44"/>
    <w:rsid w:val="007C2193"/>
    <w:rsid w:val="007C6A25"/>
    <w:rsid w:val="007C744C"/>
    <w:rsid w:val="007D06A8"/>
    <w:rsid w:val="007D0A0A"/>
    <w:rsid w:val="007D1777"/>
    <w:rsid w:val="007D2C76"/>
    <w:rsid w:val="007D437E"/>
    <w:rsid w:val="007D4D24"/>
    <w:rsid w:val="007D5088"/>
    <w:rsid w:val="007D6324"/>
    <w:rsid w:val="007D6575"/>
    <w:rsid w:val="007D6CC4"/>
    <w:rsid w:val="007D77A3"/>
    <w:rsid w:val="007D7BB9"/>
    <w:rsid w:val="007E0336"/>
    <w:rsid w:val="007E06C2"/>
    <w:rsid w:val="007E222B"/>
    <w:rsid w:val="007E31DF"/>
    <w:rsid w:val="007E3BE5"/>
    <w:rsid w:val="007E583C"/>
    <w:rsid w:val="007E601B"/>
    <w:rsid w:val="007E6983"/>
    <w:rsid w:val="007E767C"/>
    <w:rsid w:val="007F0028"/>
    <w:rsid w:val="007F3271"/>
    <w:rsid w:val="007F61EB"/>
    <w:rsid w:val="007F79B1"/>
    <w:rsid w:val="008010AB"/>
    <w:rsid w:val="00801262"/>
    <w:rsid w:val="008012DD"/>
    <w:rsid w:val="00801CF9"/>
    <w:rsid w:val="00802577"/>
    <w:rsid w:val="0080341B"/>
    <w:rsid w:val="008044D2"/>
    <w:rsid w:val="00804BC2"/>
    <w:rsid w:val="008066AA"/>
    <w:rsid w:val="0080671E"/>
    <w:rsid w:val="0081122D"/>
    <w:rsid w:val="008121BC"/>
    <w:rsid w:val="00812E84"/>
    <w:rsid w:val="00813B2E"/>
    <w:rsid w:val="0081476F"/>
    <w:rsid w:val="00816DDB"/>
    <w:rsid w:val="00817CD8"/>
    <w:rsid w:val="008206DC"/>
    <w:rsid w:val="0082151A"/>
    <w:rsid w:val="00834C95"/>
    <w:rsid w:val="008359E8"/>
    <w:rsid w:val="00835FA3"/>
    <w:rsid w:val="00836729"/>
    <w:rsid w:val="008371A2"/>
    <w:rsid w:val="0084028A"/>
    <w:rsid w:val="00840BFA"/>
    <w:rsid w:val="008423A4"/>
    <w:rsid w:val="00843269"/>
    <w:rsid w:val="008439F1"/>
    <w:rsid w:val="00844B26"/>
    <w:rsid w:val="008458C4"/>
    <w:rsid w:val="00846462"/>
    <w:rsid w:val="00853D1C"/>
    <w:rsid w:val="00853D97"/>
    <w:rsid w:val="008541D5"/>
    <w:rsid w:val="0085639E"/>
    <w:rsid w:val="00856D73"/>
    <w:rsid w:val="0086216C"/>
    <w:rsid w:val="00862898"/>
    <w:rsid w:val="00864543"/>
    <w:rsid w:val="00864BC3"/>
    <w:rsid w:val="008651BC"/>
    <w:rsid w:val="00874DB9"/>
    <w:rsid w:val="00876132"/>
    <w:rsid w:val="00876722"/>
    <w:rsid w:val="00880479"/>
    <w:rsid w:val="00881167"/>
    <w:rsid w:val="0088187E"/>
    <w:rsid w:val="0088204F"/>
    <w:rsid w:val="00882398"/>
    <w:rsid w:val="00883E07"/>
    <w:rsid w:val="00884434"/>
    <w:rsid w:val="00884E61"/>
    <w:rsid w:val="00885ACF"/>
    <w:rsid w:val="00886A28"/>
    <w:rsid w:val="00887A62"/>
    <w:rsid w:val="00887F94"/>
    <w:rsid w:val="00890040"/>
    <w:rsid w:val="00890799"/>
    <w:rsid w:val="0089192D"/>
    <w:rsid w:val="00892BCB"/>
    <w:rsid w:val="00894A76"/>
    <w:rsid w:val="00895F8F"/>
    <w:rsid w:val="00897E75"/>
    <w:rsid w:val="00897F45"/>
    <w:rsid w:val="008A0C84"/>
    <w:rsid w:val="008A36F5"/>
    <w:rsid w:val="008A473D"/>
    <w:rsid w:val="008A55EE"/>
    <w:rsid w:val="008A5BAD"/>
    <w:rsid w:val="008A5EA8"/>
    <w:rsid w:val="008A604F"/>
    <w:rsid w:val="008A6281"/>
    <w:rsid w:val="008A6D22"/>
    <w:rsid w:val="008B01C7"/>
    <w:rsid w:val="008B0A45"/>
    <w:rsid w:val="008B2F90"/>
    <w:rsid w:val="008B4FED"/>
    <w:rsid w:val="008B54FB"/>
    <w:rsid w:val="008B79B5"/>
    <w:rsid w:val="008C018E"/>
    <w:rsid w:val="008C30AA"/>
    <w:rsid w:val="008C46F1"/>
    <w:rsid w:val="008C5683"/>
    <w:rsid w:val="008C6FAC"/>
    <w:rsid w:val="008C74D6"/>
    <w:rsid w:val="008C7670"/>
    <w:rsid w:val="008D099D"/>
    <w:rsid w:val="008D0A2E"/>
    <w:rsid w:val="008D0F3D"/>
    <w:rsid w:val="008D2217"/>
    <w:rsid w:val="008D23A0"/>
    <w:rsid w:val="008D2FE7"/>
    <w:rsid w:val="008D307F"/>
    <w:rsid w:val="008D389A"/>
    <w:rsid w:val="008D43C7"/>
    <w:rsid w:val="008D5532"/>
    <w:rsid w:val="008D67B6"/>
    <w:rsid w:val="008D6BAD"/>
    <w:rsid w:val="008D74D5"/>
    <w:rsid w:val="008E2A9B"/>
    <w:rsid w:val="008E2DE8"/>
    <w:rsid w:val="008E4284"/>
    <w:rsid w:val="008E4696"/>
    <w:rsid w:val="008E4BAF"/>
    <w:rsid w:val="008E53A7"/>
    <w:rsid w:val="008E759F"/>
    <w:rsid w:val="008E77C7"/>
    <w:rsid w:val="008F04B8"/>
    <w:rsid w:val="008F4C36"/>
    <w:rsid w:val="008F7B50"/>
    <w:rsid w:val="008F7E03"/>
    <w:rsid w:val="00900152"/>
    <w:rsid w:val="00902D6F"/>
    <w:rsid w:val="00903456"/>
    <w:rsid w:val="00904D97"/>
    <w:rsid w:val="00904E29"/>
    <w:rsid w:val="00906DB5"/>
    <w:rsid w:val="00910F0A"/>
    <w:rsid w:val="00911B44"/>
    <w:rsid w:val="00913481"/>
    <w:rsid w:val="00916609"/>
    <w:rsid w:val="00922E0F"/>
    <w:rsid w:val="009233C8"/>
    <w:rsid w:val="0092540A"/>
    <w:rsid w:val="00925ADE"/>
    <w:rsid w:val="00931A02"/>
    <w:rsid w:val="00934926"/>
    <w:rsid w:val="009350F2"/>
    <w:rsid w:val="0093562C"/>
    <w:rsid w:val="00937167"/>
    <w:rsid w:val="00940698"/>
    <w:rsid w:val="00944DDA"/>
    <w:rsid w:val="00944F6F"/>
    <w:rsid w:val="00945778"/>
    <w:rsid w:val="009458CF"/>
    <w:rsid w:val="00945C36"/>
    <w:rsid w:val="00946F24"/>
    <w:rsid w:val="0094703A"/>
    <w:rsid w:val="00950A66"/>
    <w:rsid w:val="00950B1B"/>
    <w:rsid w:val="009531E6"/>
    <w:rsid w:val="009547D7"/>
    <w:rsid w:val="00954853"/>
    <w:rsid w:val="00954FA8"/>
    <w:rsid w:val="00957618"/>
    <w:rsid w:val="009604ED"/>
    <w:rsid w:val="00961BC3"/>
    <w:rsid w:val="00963236"/>
    <w:rsid w:val="009647C6"/>
    <w:rsid w:val="00965274"/>
    <w:rsid w:val="00965817"/>
    <w:rsid w:val="00966082"/>
    <w:rsid w:val="00966B77"/>
    <w:rsid w:val="00970F20"/>
    <w:rsid w:val="00972249"/>
    <w:rsid w:val="00972610"/>
    <w:rsid w:val="00973BA1"/>
    <w:rsid w:val="009743C4"/>
    <w:rsid w:val="0097454C"/>
    <w:rsid w:val="009756C2"/>
    <w:rsid w:val="009759DD"/>
    <w:rsid w:val="00975FA4"/>
    <w:rsid w:val="009765B8"/>
    <w:rsid w:val="00980203"/>
    <w:rsid w:val="00980330"/>
    <w:rsid w:val="00981D5A"/>
    <w:rsid w:val="00982538"/>
    <w:rsid w:val="00982C05"/>
    <w:rsid w:val="009830F9"/>
    <w:rsid w:val="00984BEA"/>
    <w:rsid w:val="00986C3D"/>
    <w:rsid w:val="00987126"/>
    <w:rsid w:val="00987259"/>
    <w:rsid w:val="00987460"/>
    <w:rsid w:val="00992878"/>
    <w:rsid w:val="00993B33"/>
    <w:rsid w:val="00993CBC"/>
    <w:rsid w:val="00993FA9"/>
    <w:rsid w:val="00995B9A"/>
    <w:rsid w:val="00997282"/>
    <w:rsid w:val="00997A9F"/>
    <w:rsid w:val="00997E5D"/>
    <w:rsid w:val="009A05C7"/>
    <w:rsid w:val="009A0BDB"/>
    <w:rsid w:val="009A198E"/>
    <w:rsid w:val="009A26F0"/>
    <w:rsid w:val="009A4284"/>
    <w:rsid w:val="009A643D"/>
    <w:rsid w:val="009B1A85"/>
    <w:rsid w:val="009B1B70"/>
    <w:rsid w:val="009B1D02"/>
    <w:rsid w:val="009B3666"/>
    <w:rsid w:val="009B3B83"/>
    <w:rsid w:val="009B3F94"/>
    <w:rsid w:val="009B48CA"/>
    <w:rsid w:val="009B4BF6"/>
    <w:rsid w:val="009B5516"/>
    <w:rsid w:val="009B5DBA"/>
    <w:rsid w:val="009C0AB2"/>
    <w:rsid w:val="009C13B5"/>
    <w:rsid w:val="009C3DEB"/>
    <w:rsid w:val="009C5215"/>
    <w:rsid w:val="009C6563"/>
    <w:rsid w:val="009C767F"/>
    <w:rsid w:val="009D0F05"/>
    <w:rsid w:val="009D3F1C"/>
    <w:rsid w:val="009D4912"/>
    <w:rsid w:val="009D4B3D"/>
    <w:rsid w:val="009D6802"/>
    <w:rsid w:val="009D72F1"/>
    <w:rsid w:val="009E37F7"/>
    <w:rsid w:val="009E406A"/>
    <w:rsid w:val="009E495C"/>
    <w:rsid w:val="009E5C90"/>
    <w:rsid w:val="009E67CE"/>
    <w:rsid w:val="009E6BBE"/>
    <w:rsid w:val="009F0530"/>
    <w:rsid w:val="009F1649"/>
    <w:rsid w:val="009F2875"/>
    <w:rsid w:val="009F3F70"/>
    <w:rsid w:val="009F4458"/>
    <w:rsid w:val="009F4C9C"/>
    <w:rsid w:val="009F72E1"/>
    <w:rsid w:val="009F73AE"/>
    <w:rsid w:val="00A00883"/>
    <w:rsid w:val="00A0095C"/>
    <w:rsid w:val="00A00FA0"/>
    <w:rsid w:val="00A0151B"/>
    <w:rsid w:val="00A037AB"/>
    <w:rsid w:val="00A03D26"/>
    <w:rsid w:val="00A101E7"/>
    <w:rsid w:val="00A10706"/>
    <w:rsid w:val="00A1189F"/>
    <w:rsid w:val="00A12D3A"/>
    <w:rsid w:val="00A13055"/>
    <w:rsid w:val="00A13521"/>
    <w:rsid w:val="00A1538F"/>
    <w:rsid w:val="00A17939"/>
    <w:rsid w:val="00A17DAB"/>
    <w:rsid w:val="00A2026E"/>
    <w:rsid w:val="00A20652"/>
    <w:rsid w:val="00A20689"/>
    <w:rsid w:val="00A20846"/>
    <w:rsid w:val="00A22F42"/>
    <w:rsid w:val="00A2333B"/>
    <w:rsid w:val="00A247D0"/>
    <w:rsid w:val="00A2503C"/>
    <w:rsid w:val="00A2782B"/>
    <w:rsid w:val="00A349AF"/>
    <w:rsid w:val="00A35240"/>
    <w:rsid w:val="00A40BA2"/>
    <w:rsid w:val="00A41A5A"/>
    <w:rsid w:val="00A424F4"/>
    <w:rsid w:val="00A42DDE"/>
    <w:rsid w:val="00A4455B"/>
    <w:rsid w:val="00A4464F"/>
    <w:rsid w:val="00A44D1D"/>
    <w:rsid w:val="00A44D66"/>
    <w:rsid w:val="00A505A8"/>
    <w:rsid w:val="00A518D2"/>
    <w:rsid w:val="00A527F8"/>
    <w:rsid w:val="00A54C00"/>
    <w:rsid w:val="00A556CA"/>
    <w:rsid w:val="00A55787"/>
    <w:rsid w:val="00A56435"/>
    <w:rsid w:val="00A568F1"/>
    <w:rsid w:val="00A60146"/>
    <w:rsid w:val="00A610B5"/>
    <w:rsid w:val="00A616C0"/>
    <w:rsid w:val="00A61741"/>
    <w:rsid w:val="00A636E2"/>
    <w:rsid w:val="00A63B20"/>
    <w:rsid w:val="00A6656B"/>
    <w:rsid w:val="00A675BD"/>
    <w:rsid w:val="00A67CB5"/>
    <w:rsid w:val="00A70A0F"/>
    <w:rsid w:val="00A71BFE"/>
    <w:rsid w:val="00A727B6"/>
    <w:rsid w:val="00A72F13"/>
    <w:rsid w:val="00A734D1"/>
    <w:rsid w:val="00A73A01"/>
    <w:rsid w:val="00A75954"/>
    <w:rsid w:val="00A76B81"/>
    <w:rsid w:val="00A779DC"/>
    <w:rsid w:val="00A77F6E"/>
    <w:rsid w:val="00A80EAB"/>
    <w:rsid w:val="00A830D5"/>
    <w:rsid w:val="00A8650F"/>
    <w:rsid w:val="00A86BD3"/>
    <w:rsid w:val="00A8772E"/>
    <w:rsid w:val="00A91EAB"/>
    <w:rsid w:val="00A91FB6"/>
    <w:rsid w:val="00A932F5"/>
    <w:rsid w:val="00A93870"/>
    <w:rsid w:val="00A94232"/>
    <w:rsid w:val="00A95377"/>
    <w:rsid w:val="00A963CE"/>
    <w:rsid w:val="00A964A2"/>
    <w:rsid w:val="00A977F3"/>
    <w:rsid w:val="00AA0063"/>
    <w:rsid w:val="00AA1531"/>
    <w:rsid w:val="00AA17FF"/>
    <w:rsid w:val="00AA1D3A"/>
    <w:rsid w:val="00AA260B"/>
    <w:rsid w:val="00AA2C01"/>
    <w:rsid w:val="00AA2EFB"/>
    <w:rsid w:val="00AB1966"/>
    <w:rsid w:val="00AB1C70"/>
    <w:rsid w:val="00AB3D96"/>
    <w:rsid w:val="00AB42A6"/>
    <w:rsid w:val="00AB6DEE"/>
    <w:rsid w:val="00AB7DB0"/>
    <w:rsid w:val="00AC19BC"/>
    <w:rsid w:val="00AC240E"/>
    <w:rsid w:val="00AC27A2"/>
    <w:rsid w:val="00AC3329"/>
    <w:rsid w:val="00AC3C2A"/>
    <w:rsid w:val="00AC6976"/>
    <w:rsid w:val="00AC6BE1"/>
    <w:rsid w:val="00AC7361"/>
    <w:rsid w:val="00AD11FB"/>
    <w:rsid w:val="00AD24CC"/>
    <w:rsid w:val="00AD2602"/>
    <w:rsid w:val="00AD3568"/>
    <w:rsid w:val="00AD665D"/>
    <w:rsid w:val="00AD7EFC"/>
    <w:rsid w:val="00AE099E"/>
    <w:rsid w:val="00AE2B01"/>
    <w:rsid w:val="00AE498B"/>
    <w:rsid w:val="00AE5798"/>
    <w:rsid w:val="00AE6AAE"/>
    <w:rsid w:val="00AF0270"/>
    <w:rsid w:val="00AF3A3E"/>
    <w:rsid w:val="00AF3DBD"/>
    <w:rsid w:val="00AF3EC6"/>
    <w:rsid w:val="00AF4409"/>
    <w:rsid w:val="00AF490E"/>
    <w:rsid w:val="00AF493A"/>
    <w:rsid w:val="00AF52A2"/>
    <w:rsid w:val="00AF5FBA"/>
    <w:rsid w:val="00B0059F"/>
    <w:rsid w:val="00B00E34"/>
    <w:rsid w:val="00B029C2"/>
    <w:rsid w:val="00B041A0"/>
    <w:rsid w:val="00B04414"/>
    <w:rsid w:val="00B04729"/>
    <w:rsid w:val="00B055C7"/>
    <w:rsid w:val="00B059CD"/>
    <w:rsid w:val="00B06140"/>
    <w:rsid w:val="00B06B75"/>
    <w:rsid w:val="00B0709D"/>
    <w:rsid w:val="00B112E8"/>
    <w:rsid w:val="00B13B90"/>
    <w:rsid w:val="00B15334"/>
    <w:rsid w:val="00B156D6"/>
    <w:rsid w:val="00B16756"/>
    <w:rsid w:val="00B17DE2"/>
    <w:rsid w:val="00B21C01"/>
    <w:rsid w:val="00B21DAB"/>
    <w:rsid w:val="00B23DE4"/>
    <w:rsid w:val="00B240F6"/>
    <w:rsid w:val="00B24361"/>
    <w:rsid w:val="00B27360"/>
    <w:rsid w:val="00B30D2A"/>
    <w:rsid w:val="00B37A23"/>
    <w:rsid w:val="00B4009B"/>
    <w:rsid w:val="00B425FF"/>
    <w:rsid w:val="00B42892"/>
    <w:rsid w:val="00B428AF"/>
    <w:rsid w:val="00B4391A"/>
    <w:rsid w:val="00B466D8"/>
    <w:rsid w:val="00B46F57"/>
    <w:rsid w:val="00B552E2"/>
    <w:rsid w:val="00B56618"/>
    <w:rsid w:val="00B56AC7"/>
    <w:rsid w:val="00B56B2A"/>
    <w:rsid w:val="00B56BCB"/>
    <w:rsid w:val="00B618F4"/>
    <w:rsid w:val="00B63EBB"/>
    <w:rsid w:val="00B64A4E"/>
    <w:rsid w:val="00B66AF4"/>
    <w:rsid w:val="00B66E4C"/>
    <w:rsid w:val="00B7006A"/>
    <w:rsid w:val="00B70DA2"/>
    <w:rsid w:val="00B71265"/>
    <w:rsid w:val="00B72053"/>
    <w:rsid w:val="00B74D05"/>
    <w:rsid w:val="00B77548"/>
    <w:rsid w:val="00B80152"/>
    <w:rsid w:val="00B80D3F"/>
    <w:rsid w:val="00B81200"/>
    <w:rsid w:val="00B8167E"/>
    <w:rsid w:val="00B820D1"/>
    <w:rsid w:val="00B87C2F"/>
    <w:rsid w:val="00B87F99"/>
    <w:rsid w:val="00B90047"/>
    <w:rsid w:val="00B912AF"/>
    <w:rsid w:val="00B91B1A"/>
    <w:rsid w:val="00B91CDB"/>
    <w:rsid w:val="00B934DC"/>
    <w:rsid w:val="00B93794"/>
    <w:rsid w:val="00B95301"/>
    <w:rsid w:val="00B9551C"/>
    <w:rsid w:val="00B960A8"/>
    <w:rsid w:val="00B969F6"/>
    <w:rsid w:val="00B9703D"/>
    <w:rsid w:val="00BA06DA"/>
    <w:rsid w:val="00BA1326"/>
    <w:rsid w:val="00BA31B3"/>
    <w:rsid w:val="00BA357B"/>
    <w:rsid w:val="00BA3AD8"/>
    <w:rsid w:val="00BA604F"/>
    <w:rsid w:val="00BB17D4"/>
    <w:rsid w:val="00BB2128"/>
    <w:rsid w:val="00BB263A"/>
    <w:rsid w:val="00BB2B73"/>
    <w:rsid w:val="00BB3166"/>
    <w:rsid w:val="00BB43E9"/>
    <w:rsid w:val="00BB64C5"/>
    <w:rsid w:val="00BB714C"/>
    <w:rsid w:val="00BC2941"/>
    <w:rsid w:val="00BC31B2"/>
    <w:rsid w:val="00BC352C"/>
    <w:rsid w:val="00BC45DD"/>
    <w:rsid w:val="00BC51A7"/>
    <w:rsid w:val="00BC56AB"/>
    <w:rsid w:val="00BC57D0"/>
    <w:rsid w:val="00BC584F"/>
    <w:rsid w:val="00BC6201"/>
    <w:rsid w:val="00BC744D"/>
    <w:rsid w:val="00BC7EA3"/>
    <w:rsid w:val="00BD258D"/>
    <w:rsid w:val="00BD3680"/>
    <w:rsid w:val="00BD65BC"/>
    <w:rsid w:val="00BD6635"/>
    <w:rsid w:val="00BD7B49"/>
    <w:rsid w:val="00BE08FA"/>
    <w:rsid w:val="00BE45E4"/>
    <w:rsid w:val="00BE64E2"/>
    <w:rsid w:val="00BE7036"/>
    <w:rsid w:val="00BE784B"/>
    <w:rsid w:val="00BF0F70"/>
    <w:rsid w:val="00BF19B0"/>
    <w:rsid w:val="00BF3AA0"/>
    <w:rsid w:val="00BF4CBD"/>
    <w:rsid w:val="00BF5507"/>
    <w:rsid w:val="00BF70F9"/>
    <w:rsid w:val="00BF76DA"/>
    <w:rsid w:val="00BF78E0"/>
    <w:rsid w:val="00BF7A35"/>
    <w:rsid w:val="00C00414"/>
    <w:rsid w:val="00C0069A"/>
    <w:rsid w:val="00C00F18"/>
    <w:rsid w:val="00C00FB9"/>
    <w:rsid w:val="00C0177D"/>
    <w:rsid w:val="00C01A7E"/>
    <w:rsid w:val="00C01FE4"/>
    <w:rsid w:val="00C0248A"/>
    <w:rsid w:val="00C02739"/>
    <w:rsid w:val="00C0289C"/>
    <w:rsid w:val="00C0348D"/>
    <w:rsid w:val="00C03C78"/>
    <w:rsid w:val="00C04028"/>
    <w:rsid w:val="00C0469F"/>
    <w:rsid w:val="00C05282"/>
    <w:rsid w:val="00C060EF"/>
    <w:rsid w:val="00C061E9"/>
    <w:rsid w:val="00C069D5"/>
    <w:rsid w:val="00C07C09"/>
    <w:rsid w:val="00C100EB"/>
    <w:rsid w:val="00C12F6A"/>
    <w:rsid w:val="00C1518C"/>
    <w:rsid w:val="00C15731"/>
    <w:rsid w:val="00C15969"/>
    <w:rsid w:val="00C15BCD"/>
    <w:rsid w:val="00C204ED"/>
    <w:rsid w:val="00C2109F"/>
    <w:rsid w:val="00C22A02"/>
    <w:rsid w:val="00C2343E"/>
    <w:rsid w:val="00C2462F"/>
    <w:rsid w:val="00C2485C"/>
    <w:rsid w:val="00C25D44"/>
    <w:rsid w:val="00C33FD7"/>
    <w:rsid w:val="00C340E6"/>
    <w:rsid w:val="00C40461"/>
    <w:rsid w:val="00C4241C"/>
    <w:rsid w:val="00C42AA6"/>
    <w:rsid w:val="00C42AD1"/>
    <w:rsid w:val="00C44E75"/>
    <w:rsid w:val="00C4691D"/>
    <w:rsid w:val="00C46BD4"/>
    <w:rsid w:val="00C47031"/>
    <w:rsid w:val="00C502F2"/>
    <w:rsid w:val="00C5040E"/>
    <w:rsid w:val="00C50915"/>
    <w:rsid w:val="00C50934"/>
    <w:rsid w:val="00C50E7B"/>
    <w:rsid w:val="00C51399"/>
    <w:rsid w:val="00C51C01"/>
    <w:rsid w:val="00C52FCF"/>
    <w:rsid w:val="00C53631"/>
    <w:rsid w:val="00C54D8D"/>
    <w:rsid w:val="00C5500D"/>
    <w:rsid w:val="00C56141"/>
    <w:rsid w:val="00C5679C"/>
    <w:rsid w:val="00C568EF"/>
    <w:rsid w:val="00C60513"/>
    <w:rsid w:val="00C60836"/>
    <w:rsid w:val="00C62C6A"/>
    <w:rsid w:val="00C6473A"/>
    <w:rsid w:val="00C64BE4"/>
    <w:rsid w:val="00C65E1C"/>
    <w:rsid w:val="00C6729E"/>
    <w:rsid w:val="00C70319"/>
    <w:rsid w:val="00C71BF8"/>
    <w:rsid w:val="00C71E8D"/>
    <w:rsid w:val="00C7281E"/>
    <w:rsid w:val="00C72E54"/>
    <w:rsid w:val="00C73982"/>
    <w:rsid w:val="00C73FA9"/>
    <w:rsid w:val="00C74CA3"/>
    <w:rsid w:val="00C75D41"/>
    <w:rsid w:val="00C7700E"/>
    <w:rsid w:val="00C8013F"/>
    <w:rsid w:val="00C8408C"/>
    <w:rsid w:val="00C92B41"/>
    <w:rsid w:val="00C936D3"/>
    <w:rsid w:val="00C943A6"/>
    <w:rsid w:val="00C953E0"/>
    <w:rsid w:val="00C967C2"/>
    <w:rsid w:val="00C96818"/>
    <w:rsid w:val="00CA145F"/>
    <w:rsid w:val="00CA265A"/>
    <w:rsid w:val="00CA479A"/>
    <w:rsid w:val="00CA5568"/>
    <w:rsid w:val="00CB00B7"/>
    <w:rsid w:val="00CB0B45"/>
    <w:rsid w:val="00CB3396"/>
    <w:rsid w:val="00CB3E90"/>
    <w:rsid w:val="00CB5433"/>
    <w:rsid w:val="00CB7AA8"/>
    <w:rsid w:val="00CC0F6B"/>
    <w:rsid w:val="00CC153B"/>
    <w:rsid w:val="00CC1CE8"/>
    <w:rsid w:val="00CC3719"/>
    <w:rsid w:val="00CC3787"/>
    <w:rsid w:val="00CC5EED"/>
    <w:rsid w:val="00CC7097"/>
    <w:rsid w:val="00CC72C2"/>
    <w:rsid w:val="00CD32B3"/>
    <w:rsid w:val="00CD4A21"/>
    <w:rsid w:val="00CD4E40"/>
    <w:rsid w:val="00CE0763"/>
    <w:rsid w:val="00CE0B6D"/>
    <w:rsid w:val="00CE128F"/>
    <w:rsid w:val="00CE2F61"/>
    <w:rsid w:val="00CE424B"/>
    <w:rsid w:val="00CE498B"/>
    <w:rsid w:val="00CE5697"/>
    <w:rsid w:val="00CE654B"/>
    <w:rsid w:val="00CE7AE7"/>
    <w:rsid w:val="00CF1446"/>
    <w:rsid w:val="00CF1903"/>
    <w:rsid w:val="00CF2ABC"/>
    <w:rsid w:val="00CF2AF2"/>
    <w:rsid w:val="00CF312A"/>
    <w:rsid w:val="00CF5BFE"/>
    <w:rsid w:val="00CF670F"/>
    <w:rsid w:val="00CF76D5"/>
    <w:rsid w:val="00CF7D72"/>
    <w:rsid w:val="00D01318"/>
    <w:rsid w:val="00D10172"/>
    <w:rsid w:val="00D10615"/>
    <w:rsid w:val="00D11AEA"/>
    <w:rsid w:val="00D13F5F"/>
    <w:rsid w:val="00D14263"/>
    <w:rsid w:val="00D147E8"/>
    <w:rsid w:val="00D14E96"/>
    <w:rsid w:val="00D154CC"/>
    <w:rsid w:val="00D159D5"/>
    <w:rsid w:val="00D20BD4"/>
    <w:rsid w:val="00D214EA"/>
    <w:rsid w:val="00D215D6"/>
    <w:rsid w:val="00D21FA1"/>
    <w:rsid w:val="00D22624"/>
    <w:rsid w:val="00D22A77"/>
    <w:rsid w:val="00D231B2"/>
    <w:rsid w:val="00D23B99"/>
    <w:rsid w:val="00D260A5"/>
    <w:rsid w:val="00D2620D"/>
    <w:rsid w:val="00D26C95"/>
    <w:rsid w:val="00D30195"/>
    <w:rsid w:val="00D303FA"/>
    <w:rsid w:val="00D33389"/>
    <w:rsid w:val="00D33E82"/>
    <w:rsid w:val="00D33FB2"/>
    <w:rsid w:val="00D34C0C"/>
    <w:rsid w:val="00D34C1E"/>
    <w:rsid w:val="00D359F3"/>
    <w:rsid w:val="00D36DE0"/>
    <w:rsid w:val="00D37FFC"/>
    <w:rsid w:val="00D402EB"/>
    <w:rsid w:val="00D407E9"/>
    <w:rsid w:val="00D40822"/>
    <w:rsid w:val="00D42AEB"/>
    <w:rsid w:val="00D43707"/>
    <w:rsid w:val="00D46187"/>
    <w:rsid w:val="00D4717E"/>
    <w:rsid w:val="00D47A31"/>
    <w:rsid w:val="00D501EA"/>
    <w:rsid w:val="00D50851"/>
    <w:rsid w:val="00D51333"/>
    <w:rsid w:val="00D520D7"/>
    <w:rsid w:val="00D525D2"/>
    <w:rsid w:val="00D52B1D"/>
    <w:rsid w:val="00D537D0"/>
    <w:rsid w:val="00D54A8D"/>
    <w:rsid w:val="00D56423"/>
    <w:rsid w:val="00D565F9"/>
    <w:rsid w:val="00D6117D"/>
    <w:rsid w:val="00D637A7"/>
    <w:rsid w:val="00D641EA"/>
    <w:rsid w:val="00D6494F"/>
    <w:rsid w:val="00D65B77"/>
    <w:rsid w:val="00D65E35"/>
    <w:rsid w:val="00D662CC"/>
    <w:rsid w:val="00D66E5D"/>
    <w:rsid w:val="00D72710"/>
    <w:rsid w:val="00D727E4"/>
    <w:rsid w:val="00D738E3"/>
    <w:rsid w:val="00D747CA"/>
    <w:rsid w:val="00D76402"/>
    <w:rsid w:val="00D802E2"/>
    <w:rsid w:val="00D803A2"/>
    <w:rsid w:val="00D83A5D"/>
    <w:rsid w:val="00D84011"/>
    <w:rsid w:val="00D858A3"/>
    <w:rsid w:val="00D86621"/>
    <w:rsid w:val="00D86A77"/>
    <w:rsid w:val="00D871D8"/>
    <w:rsid w:val="00D87DDE"/>
    <w:rsid w:val="00D9185A"/>
    <w:rsid w:val="00D925F2"/>
    <w:rsid w:val="00D95821"/>
    <w:rsid w:val="00D96240"/>
    <w:rsid w:val="00D964CB"/>
    <w:rsid w:val="00D974F3"/>
    <w:rsid w:val="00DA1BB8"/>
    <w:rsid w:val="00DA32AA"/>
    <w:rsid w:val="00DA4C58"/>
    <w:rsid w:val="00DA54AE"/>
    <w:rsid w:val="00DA5ACB"/>
    <w:rsid w:val="00DA6865"/>
    <w:rsid w:val="00DA6B33"/>
    <w:rsid w:val="00DA795F"/>
    <w:rsid w:val="00DA7FD4"/>
    <w:rsid w:val="00DB001C"/>
    <w:rsid w:val="00DB0965"/>
    <w:rsid w:val="00DB1C22"/>
    <w:rsid w:val="00DB1C93"/>
    <w:rsid w:val="00DB468B"/>
    <w:rsid w:val="00DB7C65"/>
    <w:rsid w:val="00DC1D71"/>
    <w:rsid w:val="00DC1E0C"/>
    <w:rsid w:val="00DC4B0F"/>
    <w:rsid w:val="00DD1D51"/>
    <w:rsid w:val="00DD2E1C"/>
    <w:rsid w:val="00DD34B7"/>
    <w:rsid w:val="00DD3DC5"/>
    <w:rsid w:val="00DD4847"/>
    <w:rsid w:val="00DD585B"/>
    <w:rsid w:val="00DD6815"/>
    <w:rsid w:val="00DD6D25"/>
    <w:rsid w:val="00DE0F1D"/>
    <w:rsid w:val="00DE3731"/>
    <w:rsid w:val="00DE3C42"/>
    <w:rsid w:val="00DE5FF3"/>
    <w:rsid w:val="00DE6242"/>
    <w:rsid w:val="00DE72BE"/>
    <w:rsid w:val="00DE7F9C"/>
    <w:rsid w:val="00DF0055"/>
    <w:rsid w:val="00DF00F8"/>
    <w:rsid w:val="00DF13CB"/>
    <w:rsid w:val="00DF1991"/>
    <w:rsid w:val="00DF1B27"/>
    <w:rsid w:val="00DF208A"/>
    <w:rsid w:val="00DF34AD"/>
    <w:rsid w:val="00DF4E3C"/>
    <w:rsid w:val="00DF6E7B"/>
    <w:rsid w:val="00E01924"/>
    <w:rsid w:val="00E044A0"/>
    <w:rsid w:val="00E04560"/>
    <w:rsid w:val="00E0498C"/>
    <w:rsid w:val="00E05736"/>
    <w:rsid w:val="00E05780"/>
    <w:rsid w:val="00E075B5"/>
    <w:rsid w:val="00E07A8D"/>
    <w:rsid w:val="00E1276A"/>
    <w:rsid w:val="00E14B89"/>
    <w:rsid w:val="00E1593A"/>
    <w:rsid w:val="00E17B26"/>
    <w:rsid w:val="00E21296"/>
    <w:rsid w:val="00E2162B"/>
    <w:rsid w:val="00E22F9F"/>
    <w:rsid w:val="00E2317F"/>
    <w:rsid w:val="00E23D0A"/>
    <w:rsid w:val="00E23ECA"/>
    <w:rsid w:val="00E23EDD"/>
    <w:rsid w:val="00E24279"/>
    <w:rsid w:val="00E24BFB"/>
    <w:rsid w:val="00E25BC8"/>
    <w:rsid w:val="00E25ED4"/>
    <w:rsid w:val="00E3020F"/>
    <w:rsid w:val="00E3080B"/>
    <w:rsid w:val="00E30D14"/>
    <w:rsid w:val="00E31884"/>
    <w:rsid w:val="00E31E62"/>
    <w:rsid w:val="00E33407"/>
    <w:rsid w:val="00E338CA"/>
    <w:rsid w:val="00E33DAF"/>
    <w:rsid w:val="00E35B34"/>
    <w:rsid w:val="00E35B52"/>
    <w:rsid w:val="00E366D9"/>
    <w:rsid w:val="00E37114"/>
    <w:rsid w:val="00E400BE"/>
    <w:rsid w:val="00E43B03"/>
    <w:rsid w:val="00E43B31"/>
    <w:rsid w:val="00E4511E"/>
    <w:rsid w:val="00E473A5"/>
    <w:rsid w:val="00E5250E"/>
    <w:rsid w:val="00E5273E"/>
    <w:rsid w:val="00E547B1"/>
    <w:rsid w:val="00E5484E"/>
    <w:rsid w:val="00E5485D"/>
    <w:rsid w:val="00E55760"/>
    <w:rsid w:val="00E55B22"/>
    <w:rsid w:val="00E55EDE"/>
    <w:rsid w:val="00E569ED"/>
    <w:rsid w:val="00E570FE"/>
    <w:rsid w:val="00E57453"/>
    <w:rsid w:val="00E64B32"/>
    <w:rsid w:val="00E64F0B"/>
    <w:rsid w:val="00E65ABC"/>
    <w:rsid w:val="00E71B78"/>
    <w:rsid w:val="00E729C5"/>
    <w:rsid w:val="00E733FE"/>
    <w:rsid w:val="00E73E78"/>
    <w:rsid w:val="00E74C7C"/>
    <w:rsid w:val="00E76852"/>
    <w:rsid w:val="00E77061"/>
    <w:rsid w:val="00E8223B"/>
    <w:rsid w:val="00E8390B"/>
    <w:rsid w:val="00E83A22"/>
    <w:rsid w:val="00E83FE5"/>
    <w:rsid w:val="00E85D9D"/>
    <w:rsid w:val="00E876E3"/>
    <w:rsid w:val="00E90D58"/>
    <w:rsid w:val="00E92B04"/>
    <w:rsid w:val="00E92C40"/>
    <w:rsid w:val="00E93766"/>
    <w:rsid w:val="00E94EAE"/>
    <w:rsid w:val="00E951E9"/>
    <w:rsid w:val="00E9541C"/>
    <w:rsid w:val="00E964F2"/>
    <w:rsid w:val="00E96A2E"/>
    <w:rsid w:val="00E96BA6"/>
    <w:rsid w:val="00E96FCC"/>
    <w:rsid w:val="00E97434"/>
    <w:rsid w:val="00E976FF"/>
    <w:rsid w:val="00E97EB9"/>
    <w:rsid w:val="00EA1F05"/>
    <w:rsid w:val="00EA2996"/>
    <w:rsid w:val="00EA2DB0"/>
    <w:rsid w:val="00EA5525"/>
    <w:rsid w:val="00EA564E"/>
    <w:rsid w:val="00EA6627"/>
    <w:rsid w:val="00EB0A7D"/>
    <w:rsid w:val="00EB1F1E"/>
    <w:rsid w:val="00EB39AE"/>
    <w:rsid w:val="00EB7023"/>
    <w:rsid w:val="00EC0057"/>
    <w:rsid w:val="00EC156D"/>
    <w:rsid w:val="00EC1B3D"/>
    <w:rsid w:val="00EC2937"/>
    <w:rsid w:val="00EC2EF4"/>
    <w:rsid w:val="00EC470F"/>
    <w:rsid w:val="00EC575A"/>
    <w:rsid w:val="00EC5DDB"/>
    <w:rsid w:val="00EC658E"/>
    <w:rsid w:val="00EC6881"/>
    <w:rsid w:val="00EC7B08"/>
    <w:rsid w:val="00ED09AE"/>
    <w:rsid w:val="00ED0D3D"/>
    <w:rsid w:val="00ED0D6E"/>
    <w:rsid w:val="00ED15D1"/>
    <w:rsid w:val="00ED1B3C"/>
    <w:rsid w:val="00ED3074"/>
    <w:rsid w:val="00ED342A"/>
    <w:rsid w:val="00ED5529"/>
    <w:rsid w:val="00ED75E5"/>
    <w:rsid w:val="00EE2288"/>
    <w:rsid w:val="00EE3078"/>
    <w:rsid w:val="00EE395B"/>
    <w:rsid w:val="00EE58D2"/>
    <w:rsid w:val="00EE72AD"/>
    <w:rsid w:val="00EE79FF"/>
    <w:rsid w:val="00EF0838"/>
    <w:rsid w:val="00EF4AC1"/>
    <w:rsid w:val="00EF5477"/>
    <w:rsid w:val="00EF56FB"/>
    <w:rsid w:val="00EF5C16"/>
    <w:rsid w:val="00EF6224"/>
    <w:rsid w:val="00EF6742"/>
    <w:rsid w:val="00EF75CE"/>
    <w:rsid w:val="00F00069"/>
    <w:rsid w:val="00F00137"/>
    <w:rsid w:val="00F00CC6"/>
    <w:rsid w:val="00F02F66"/>
    <w:rsid w:val="00F03E44"/>
    <w:rsid w:val="00F04169"/>
    <w:rsid w:val="00F04734"/>
    <w:rsid w:val="00F048EB"/>
    <w:rsid w:val="00F04D86"/>
    <w:rsid w:val="00F05AA0"/>
    <w:rsid w:val="00F05D4E"/>
    <w:rsid w:val="00F0613B"/>
    <w:rsid w:val="00F102EB"/>
    <w:rsid w:val="00F10EAC"/>
    <w:rsid w:val="00F111F1"/>
    <w:rsid w:val="00F11EC6"/>
    <w:rsid w:val="00F13114"/>
    <w:rsid w:val="00F147DA"/>
    <w:rsid w:val="00F14CFD"/>
    <w:rsid w:val="00F1577A"/>
    <w:rsid w:val="00F15AC4"/>
    <w:rsid w:val="00F15FB3"/>
    <w:rsid w:val="00F166CA"/>
    <w:rsid w:val="00F2031F"/>
    <w:rsid w:val="00F215A0"/>
    <w:rsid w:val="00F219A7"/>
    <w:rsid w:val="00F22D7C"/>
    <w:rsid w:val="00F230F7"/>
    <w:rsid w:val="00F24A37"/>
    <w:rsid w:val="00F24F87"/>
    <w:rsid w:val="00F2540A"/>
    <w:rsid w:val="00F25979"/>
    <w:rsid w:val="00F25F17"/>
    <w:rsid w:val="00F26870"/>
    <w:rsid w:val="00F26D2C"/>
    <w:rsid w:val="00F27FE8"/>
    <w:rsid w:val="00F303A4"/>
    <w:rsid w:val="00F31356"/>
    <w:rsid w:val="00F325E9"/>
    <w:rsid w:val="00F326B9"/>
    <w:rsid w:val="00F327CD"/>
    <w:rsid w:val="00F32BC4"/>
    <w:rsid w:val="00F33F9B"/>
    <w:rsid w:val="00F355C2"/>
    <w:rsid w:val="00F35661"/>
    <w:rsid w:val="00F42210"/>
    <w:rsid w:val="00F43880"/>
    <w:rsid w:val="00F43F98"/>
    <w:rsid w:val="00F44096"/>
    <w:rsid w:val="00F446CF"/>
    <w:rsid w:val="00F447FB"/>
    <w:rsid w:val="00F50F18"/>
    <w:rsid w:val="00F54D0E"/>
    <w:rsid w:val="00F552DE"/>
    <w:rsid w:val="00F56FE4"/>
    <w:rsid w:val="00F60810"/>
    <w:rsid w:val="00F62180"/>
    <w:rsid w:val="00F62B0F"/>
    <w:rsid w:val="00F635C1"/>
    <w:rsid w:val="00F63893"/>
    <w:rsid w:val="00F6400C"/>
    <w:rsid w:val="00F64C47"/>
    <w:rsid w:val="00F66FDB"/>
    <w:rsid w:val="00F67619"/>
    <w:rsid w:val="00F70379"/>
    <w:rsid w:val="00F7094F"/>
    <w:rsid w:val="00F7596B"/>
    <w:rsid w:val="00F75AF4"/>
    <w:rsid w:val="00F808A0"/>
    <w:rsid w:val="00F80B40"/>
    <w:rsid w:val="00F80C03"/>
    <w:rsid w:val="00F81252"/>
    <w:rsid w:val="00F81A2E"/>
    <w:rsid w:val="00F81A49"/>
    <w:rsid w:val="00F820D8"/>
    <w:rsid w:val="00F83296"/>
    <w:rsid w:val="00F85461"/>
    <w:rsid w:val="00F86410"/>
    <w:rsid w:val="00F90073"/>
    <w:rsid w:val="00F93E02"/>
    <w:rsid w:val="00F95A55"/>
    <w:rsid w:val="00F95AC4"/>
    <w:rsid w:val="00F97CB1"/>
    <w:rsid w:val="00FA00B6"/>
    <w:rsid w:val="00FA136B"/>
    <w:rsid w:val="00FA1442"/>
    <w:rsid w:val="00FA24B8"/>
    <w:rsid w:val="00FA2D89"/>
    <w:rsid w:val="00FA3B74"/>
    <w:rsid w:val="00FA41AA"/>
    <w:rsid w:val="00FA4AD3"/>
    <w:rsid w:val="00FA4F70"/>
    <w:rsid w:val="00FA5062"/>
    <w:rsid w:val="00FA5A4B"/>
    <w:rsid w:val="00FA6A27"/>
    <w:rsid w:val="00FA6A44"/>
    <w:rsid w:val="00FA6AB5"/>
    <w:rsid w:val="00FA725D"/>
    <w:rsid w:val="00FB05DF"/>
    <w:rsid w:val="00FB252D"/>
    <w:rsid w:val="00FB3098"/>
    <w:rsid w:val="00FB3CE8"/>
    <w:rsid w:val="00FB452B"/>
    <w:rsid w:val="00FB4F33"/>
    <w:rsid w:val="00FB792E"/>
    <w:rsid w:val="00FC3C58"/>
    <w:rsid w:val="00FC723C"/>
    <w:rsid w:val="00FC736B"/>
    <w:rsid w:val="00FC7658"/>
    <w:rsid w:val="00FC7D00"/>
    <w:rsid w:val="00FD0477"/>
    <w:rsid w:val="00FD05C6"/>
    <w:rsid w:val="00FD4BEF"/>
    <w:rsid w:val="00FD5FEA"/>
    <w:rsid w:val="00FD6CC7"/>
    <w:rsid w:val="00FD776F"/>
    <w:rsid w:val="00FD785C"/>
    <w:rsid w:val="00FD7F58"/>
    <w:rsid w:val="00FE2850"/>
    <w:rsid w:val="00FE2ED2"/>
    <w:rsid w:val="00FF110A"/>
    <w:rsid w:val="00FF2034"/>
    <w:rsid w:val="00FF22D4"/>
    <w:rsid w:val="00FF4E3D"/>
    <w:rsid w:val="00FF554E"/>
    <w:rsid w:val="00FF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D9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next w:val="Normal"/>
    <w:uiPriority w:val="99"/>
    <w:rsid w:val="000D5D93"/>
    <w:pPr>
      <w:keepNext/>
      <w:autoSpaceDE w:val="0"/>
      <w:autoSpaceDN w:val="0"/>
    </w:pPr>
    <w:rPr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0D5D93"/>
    <w:pPr>
      <w:keepNext/>
      <w:autoSpaceDE w:val="0"/>
      <w:autoSpaceDN w:val="0"/>
      <w:ind w:firstLine="720"/>
      <w:jc w:val="center"/>
      <w:outlineLvl w:val="1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0D5D93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D5D9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0D5D9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0D5D9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0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29C2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C75D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75D41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3736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365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736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365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3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3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32735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3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3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349</Words>
  <Characters>1992</Characters>
  <Application>Microsoft Office Outlook</Application>
  <DocSecurity>0</DocSecurity>
  <Lines>0</Lines>
  <Paragraphs>0</Paragraphs>
  <ScaleCrop>false</ScaleCrop>
  <Company>УФ и НП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И НАЛОГОВОЙ ПОЛИТИКИ НОВОСИБИРСКОЙ ОБЛАСТИ</dc:title>
  <dc:subject/>
  <dc:creator>cigankova</dc:creator>
  <cp:keywords/>
  <dc:description/>
  <cp:lastModifiedBy>iuv</cp:lastModifiedBy>
  <cp:revision>7</cp:revision>
  <cp:lastPrinted>2012-05-03T07:29:00Z</cp:lastPrinted>
  <dcterms:created xsi:type="dcterms:W3CDTF">2013-10-16T02:55:00Z</dcterms:created>
  <dcterms:modified xsi:type="dcterms:W3CDTF">2013-10-21T06:11:00Z</dcterms:modified>
</cp:coreProperties>
</file>